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55FE8" w14:textId="77777777" w:rsidR="00434F33" w:rsidRPr="00C01114" w:rsidRDefault="00434F33" w:rsidP="00C01114">
      <w:pPr>
        <w:rPr>
          <w:sz w:val="28"/>
        </w:rPr>
      </w:pPr>
      <w:bookmarkStart w:id="0" w:name="_Hlk94777002"/>
      <w:bookmarkEnd w:id="0"/>
      <w:r w:rsidRPr="00C01114">
        <w:rPr>
          <w:sz w:val="28"/>
        </w:rPr>
        <w:t>PRESSE</w:t>
      </w:r>
      <w:r w:rsidR="006E49F9" w:rsidRPr="00C01114">
        <w:rPr>
          <w:sz w:val="28"/>
        </w:rPr>
        <w:t>INFORMATION</w:t>
      </w:r>
    </w:p>
    <w:p w14:paraId="009D2060" w14:textId="77777777" w:rsidR="00434F33" w:rsidRDefault="00434F33" w:rsidP="00D36B23"/>
    <w:p w14:paraId="26EFB53B" w14:textId="77777777" w:rsidR="00434F33" w:rsidRPr="006F2598" w:rsidRDefault="00434F33" w:rsidP="00D36B23"/>
    <w:p w14:paraId="55084E4F" w14:textId="5ABF72DE" w:rsidR="003B5E60" w:rsidRPr="00AE14D1" w:rsidRDefault="00C967C2" w:rsidP="7122A940">
      <w:pPr>
        <w:rPr>
          <w:sz w:val="28"/>
          <w:szCs w:val="28"/>
        </w:rPr>
      </w:pPr>
      <w:r w:rsidRPr="00AE14D1">
        <w:rPr>
          <w:sz w:val="28"/>
          <w:szCs w:val="28"/>
        </w:rPr>
        <w:t xml:space="preserve">Incident Response: CompData </w:t>
      </w:r>
      <w:r w:rsidR="00634A26" w:rsidRPr="00AE14D1">
        <w:rPr>
          <w:sz w:val="28"/>
          <w:szCs w:val="28"/>
        </w:rPr>
        <w:t xml:space="preserve">vom BSI </w:t>
      </w:r>
      <w:r w:rsidRPr="00AE14D1">
        <w:rPr>
          <w:sz w:val="28"/>
          <w:szCs w:val="28"/>
        </w:rPr>
        <w:t xml:space="preserve">zertifiziert </w:t>
      </w:r>
    </w:p>
    <w:p w14:paraId="33C0A46E" w14:textId="55B8EB17" w:rsidR="00463ADE" w:rsidRDefault="00A6174B" w:rsidP="7122A940">
      <w:pPr>
        <w:rPr>
          <w:b/>
          <w:bCs/>
        </w:rPr>
      </w:pPr>
      <w:r w:rsidRPr="00A6174B">
        <w:rPr>
          <w:b/>
          <w:bCs/>
        </w:rPr>
        <w:t xml:space="preserve">Erfahrung und Fachwissen </w:t>
      </w:r>
      <w:r>
        <w:rPr>
          <w:b/>
          <w:bCs/>
        </w:rPr>
        <w:t>für die</w:t>
      </w:r>
      <w:r w:rsidRPr="00A6174B">
        <w:rPr>
          <w:b/>
          <w:bCs/>
        </w:rPr>
        <w:t xml:space="preserve"> schnelle</w:t>
      </w:r>
      <w:r>
        <w:rPr>
          <w:b/>
          <w:bCs/>
        </w:rPr>
        <w:t xml:space="preserve">, </w:t>
      </w:r>
      <w:r w:rsidRPr="00A6174B">
        <w:rPr>
          <w:b/>
          <w:bCs/>
        </w:rPr>
        <w:t>sichere Bewältigung von IT-Sicherheitsvorfällen</w:t>
      </w:r>
    </w:p>
    <w:p w14:paraId="11B23A01" w14:textId="77777777" w:rsidR="00A6174B" w:rsidRPr="00A6174B" w:rsidRDefault="00A6174B" w:rsidP="7122A940">
      <w:pPr>
        <w:rPr>
          <w:b/>
          <w:bCs/>
        </w:rPr>
      </w:pPr>
    </w:p>
    <w:p w14:paraId="037ED4E9" w14:textId="41BF2943" w:rsidR="0022448A" w:rsidRDefault="2D234181" w:rsidP="00D36B23">
      <w:pPr>
        <w:rPr>
          <w:b/>
          <w:bCs/>
        </w:rPr>
      </w:pPr>
      <w:r w:rsidRPr="2D234181">
        <w:rPr>
          <w:b/>
          <w:bCs/>
        </w:rPr>
        <w:t xml:space="preserve">Albstadt, </w:t>
      </w:r>
      <w:r w:rsidR="00E3123F">
        <w:rPr>
          <w:b/>
          <w:bCs/>
        </w:rPr>
        <w:t>12</w:t>
      </w:r>
      <w:r w:rsidRPr="2D234181">
        <w:rPr>
          <w:b/>
          <w:bCs/>
        </w:rPr>
        <w:t xml:space="preserve">.12.2024 – CompData ist seit </w:t>
      </w:r>
      <w:r w:rsidR="003153CE">
        <w:rPr>
          <w:b/>
          <w:bCs/>
        </w:rPr>
        <w:t>K</w:t>
      </w:r>
      <w:r w:rsidR="003153CE" w:rsidRPr="2D234181">
        <w:rPr>
          <w:b/>
          <w:bCs/>
        </w:rPr>
        <w:t xml:space="preserve">urzem </w:t>
      </w:r>
      <w:r w:rsidRPr="2D234181">
        <w:rPr>
          <w:b/>
          <w:bCs/>
        </w:rPr>
        <w:t>als zertifizierter IT-Sicherheitsdienstleiter auf der Webseite des Bundesamtes für Sicherheit in der Informationstechnik (BSI) gelistet. Das System</w:t>
      </w:r>
      <w:r w:rsidR="006F1785">
        <w:rPr>
          <w:b/>
          <w:bCs/>
        </w:rPr>
        <w:t>-</w:t>
      </w:r>
      <w:r w:rsidRPr="2D234181">
        <w:rPr>
          <w:b/>
          <w:bCs/>
        </w:rPr>
        <w:t xml:space="preserve"> und Softwarehaus aus Albstadt unterstützt betroffene Unternehmen bei der Bewältigung eines Cyberangriffs sowohl mit forensischen Maßnahmen als auch im Wiederaufbau der Unternehmens-IT. </w:t>
      </w:r>
    </w:p>
    <w:p w14:paraId="2CCCC4D2" w14:textId="77777777" w:rsidR="00AE14D1" w:rsidRPr="0022448A" w:rsidRDefault="00AE14D1" w:rsidP="00D36B23">
      <w:pPr>
        <w:rPr>
          <w:bCs/>
        </w:rPr>
      </w:pPr>
    </w:p>
    <w:p w14:paraId="6E631C86" w14:textId="65A163F1" w:rsidR="0093333F" w:rsidRDefault="2D234181" w:rsidP="0093333F">
      <w:r>
        <w:t xml:space="preserve">„In einer digitalisierten Welt, in der Cyberangriffe zunehmend alltäglich sind, ist es umso wichtiger, auf Sicherheitsvorfälle vorbereitet zu sein. Incident Response ist ein entscheidender Prozess für Unternehmen, um auf IT-Sicherheitsvorfälle effektiv zu reagieren und Schäden zu minimieren“, sagt </w:t>
      </w:r>
      <w:r w:rsidRPr="006F1785">
        <w:t xml:space="preserve">Reiner Veit, </w:t>
      </w:r>
      <w:r w:rsidR="003153CE">
        <w:t>g</w:t>
      </w:r>
      <w:r w:rsidR="003153CE" w:rsidRPr="006F1785">
        <w:t xml:space="preserve">eschäftsführender </w:t>
      </w:r>
      <w:r w:rsidRPr="006F1785">
        <w:t xml:space="preserve">Gesellschafter der CompData Computer GmbH. Das Incident Response Team von CompData besteht aus fünf BSI-zertifizierten Vorfall-Experten, die sich durch </w:t>
      </w:r>
      <w:r>
        <w:t>Erfahrung und umfangreiches Fachwissen in der schnellen und sicheren Bewältigung von IT-Sicherheitsvorfällen auszeichnen</w:t>
      </w:r>
      <w:r w:rsidR="003153CE">
        <w:t>,</w:t>
      </w:r>
      <w:r>
        <w:t xml:space="preserve"> sowohl bei Neukunden als auch bei Bestandskunden. </w:t>
      </w:r>
    </w:p>
    <w:p w14:paraId="1B0F6B32" w14:textId="77777777" w:rsidR="0093333F" w:rsidRDefault="0093333F" w:rsidP="0093333F"/>
    <w:p w14:paraId="6B917EA4" w14:textId="10CD94F3" w:rsidR="0093333F" w:rsidRDefault="2D234181" w:rsidP="0093333F">
      <w:r>
        <w:t xml:space="preserve">Gleichzeitig ist CompData Mitglied im Deutschen Incident Response Team (DIRT), einem deutschlandweiten Netzwerk der Compass Gruppe. Das deutschlandweite Netzwerk von führenden System- und Softwarehäusern mit Fokus auf IT-Sicherheit ermöglicht durch die Kooperation eine lückenlose Verfügbarkeit von Ressourcen und Fachwissen, um schnell und effektiv auf IT-Sicherheitsvorfälle zu reagieren. Die Listung als zertifizierter IT-Sicherheitsdienstleiter beim BSI erhielt CompData als Mitglied des DIRT. „Durch die enge Zusammenarbeit bleiben wir auf dem neuesten Stand der Sicherheitsentwicklungen und stärken die Widerstandsfähigkeit unserer Kunden gegenüber Cyberbedrohungen“, sagt Reiner Veit. Das DIRT ist Deutschlands erste Verbundgruppe im Cybersicherheitsnetzwerk des BSI. Es hält insgesamt über 50 zertifizierte BSI-Vorfall-Experten sowie 1.000 Security-Experten deutschlandweit abrufbereit. </w:t>
      </w:r>
    </w:p>
    <w:p w14:paraId="4DB80182" w14:textId="77777777" w:rsidR="00634A26" w:rsidRDefault="00634A26" w:rsidP="00634A26"/>
    <w:p w14:paraId="054F63D1" w14:textId="6810FB60" w:rsidR="005C1572" w:rsidRDefault="00634A26" w:rsidP="004259C3">
      <w:r>
        <w:t xml:space="preserve">Die Incident Response Dienstleistungen </w:t>
      </w:r>
      <w:r w:rsidR="00AF0D58">
        <w:t xml:space="preserve">von CompData </w:t>
      </w:r>
      <w:r>
        <w:t xml:space="preserve">ermöglichen es, Bedrohungen schnell zu identifizieren, zu analysieren und entsprechende Maßnahmen zu ergreifen. Hierzu zählen nicht nur technische Fähigkeiten, sondern auch </w:t>
      </w:r>
      <w:r w:rsidR="00AF0D58">
        <w:t>die</w:t>
      </w:r>
      <w:r>
        <w:t xml:space="preserve"> enge Zusammenarbeit mit allen beteiligten Parteien, wie der Zentralen Ansprechstelle Cybercrime (ZAC) der Polizei. </w:t>
      </w:r>
    </w:p>
    <w:p w14:paraId="6C888C3E" w14:textId="77777777" w:rsidR="009C36C5" w:rsidRDefault="009C36C5" w:rsidP="004259C3"/>
    <w:p w14:paraId="3B98BA25" w14:textId="77777777" w:rsidR="00D128E4" w:rsidRPr="00D90943" w:rsidRDefault="00596D6C" w:rsidP="00D36B23">
      <w:bookmarkStart w:id="1" w:name="_Hlk64627249"/>
      <w:r w:rsidRPr="00D90943">
        <w:t>Weitere a</w:t>
      </w:r>
      <w:r w:rsidR="00D128E4" w:rsidRPr="00D90943">
        <w:t xml:space="preserve">ktuelle Themen und Infos unter </w:t>
      </w:r>
      <w:hyperlink r:id="rId7" w:history="1">
        <w:r w:rsidR="00D128E4" w:rsidRPr="00D90943">
          <w:rPr>
            <w:rStyle w:val="Hyperlink"/>
            <w:rFonts w:ascii="Arial" w:hAnsi="Arial"/>
            <w:color w:val="auto"/>
            <w:sz w:val="20"/>
            <w:szCs w:val="20"/>
          </w:rPr>
          <w:t>https://www.compdata.de/aktuelles/</w:t>
        </w:r>
      </w:hyperlink>
      <w:r w:rsidR="00D128E4" w:rsidRPr="00D90943">
        <w:t xml:space="preserve">. </w:t>
      </w:r>
    </w:p>
    <w:bookmarkEnd w:id="1"/>
    <w:p w14:paraId="6D2A01EB" w14:textId="77777777" w:rsidR="00D128E4" w:rsidRDefault="00D128E4" w:rsidP="00D36B23"/>
    <w:p w14:paraId="7F988476" w14:textId="4666E68F" w:rsidR="00596D6C" w:rsidRPr="00EB1560" w:rsidRDefault="00596D6C" w:rsidP="7122A940">
      <w:pPr>
        <w:rPr>
          <w:b/>
          <w:bCs/>
          <w:lang w:val="en-US"/>
        </w:rPr>
      </w:pPr>
      <w:proofErr w:type="spellStart"/>
      <w:r w:rsidRPr="00EB1560">
        <w:rPr>
          <w:b/>
          <w:bCs/>
          <w:lang w:val="en-US"/>
        </w:rPr>
        <w:t>Bildmaterial</w:t>
      </w:r>
      <w:proofErr w:type="spellEnd"/>
    </w:p>
    <w:p w14:paraId="191E98E2" w14:textId="3AC30FBE" w:rsidR="00A27CD8" w:rsidRPr="00EB1560" w:rsidRDefault="006F1785" w:rsidP="00D36B23">
      <w:pPr>
        <w:rPr>
          <w:b/>
          <w:bCs/>
          <w:lang w:val="en-US"/>
        </w:rPr>
      </w:pPr>
      <w:r w:rsidRPr="00EB1560">
        <w:rPr>
          <w:noProof/>
        </w:rPr>
        <w:drawing>
          <wp:anchor distT="0" distB="0" distL="114300" distR="114300" simplePos="0" relativeHeight="251658752" behindDoc="0" locked="0" layoutInCell="1" allowOverlap="1" wp14:anchorId="7A84A560" wp14:editId="657C7B28">
            <wp:simplePos x="0" y="0"/>
            <wp:positionH relativeFrom="margin">
              <wp:align>left</wp:align>
            </wp:positionH>
            <wp:positionV relativeFrom="paragraph">
              <wp:posOffset>12065</wp:posOffset>
            </wp:positionV>
            <wp:extent cx="1348740" cy="904875"/>
            <wp:effectExtent l="0" t="0" r="3810" b="9525"/>
            <wp:wrapSquare wrapText="bothSides"/>
            <wp:docPr id="65308068" name="Grafik 1" descr="Ein Bild, das Text, Menschliches Gesicht, Kleidung,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08068" name="Grafik 1" descr="Ein Bild, das Text, Menschliches Gesicht, Kleidung, Computer enthält.&#10;&#10;Automatisch generierte Beschreibung"/>
                    <pic:cNvPicPr/>
                  </pic:nvPicPr>
                  <pic:blipFill rotWithShape="1">
                    <a:blip r:embed="rId8">
                      <a:extLst>
                        <a:ext uri="{28A0092B-C50C-407E-A947-70E740481C1C}">
                          <a14:useLocalDpi xmlns:a14="http://schemas.microsoft.com/office/drawing/2010/main" val="0"/>
                        </a:ext>
                      </a:extLst>
                    </a:blip>
                    <a:srcRect r="3113" b="12566"/>
                    <a:stretch/>
                  </pic:blipFill>
                  <pic:spPr bwMode="auto">
                    <a:xfrm>
                      <a:off x="0" y="0"/>
                      <a:ext cx="1348740" cy="9048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spellStart"/>
      <w:r w:rsidR="00A27CD8" w:rsidRPr="00EB1560">
        <w:rPr>
          <w:b/>
          <w:bCs/>
          <w:lang w:val="en-US"/>
        </w:rPr>
        <w:t>Datei</w:t>
      </w:r>
      <w:proofErr w:type="spellEnd"/>
      <w:r w:rsidR="00A27CD8" w:rsidRPr="00EB1560">
        <w:rPr>
          <w:b/>
          <w:bCs/>
          <w:lang w:val="en-US"/>
        </w:rPr>
        <w:t xml:space="preserve">: </w:t>
      </w:r>
      <w:r w:rsidR="00EB1560" w:rsidRPr="00EB1560">
        <w:rPr>
          <w:lang w:val="en-US"/>
        </w:rPr>
        <w:t>Pressefoto-CompData-Incident-Response</w:t>
      </w:r>
      <w:r w:rsidR="00A27CD8" w:rsidRPr="00EB1560">
        <w:rPr>
          <w:lang w:val="en-US"/>
        </w:rPr>
        <w:t>.jpg</w:t>
      </w:r>
    </w:p>
    <w:p w14:paraId="45DBCCE0" w14:textId="48FB4C55" w:rsidR="00DE22C4" w:rsidRPr="00D90DA6" w:rsidRDefault="2D234181" w:rsidP="00D36B23">
      <w:r w:rsidRPr="2D234181">
        <w:rPr>
          <w:b/>
          <w:bCs/>
        </w:rPr>
        <w:t>BU:</w:t>
      </w:r>
      <w:r>
        <w:t xml:space="preserve"> CompData ist als zertifizierter IT-Sicherheitsdienstleiter auf der Webseite des Bundesamtes für Sicherheit in der Informationstechnik (BSI) gelistet. CompData unterstützt Unternehmen bei IT-Sicherheitsvorfällen; eine schnelle und effektive Reaktion gewährleistet, Schäden zu minimieren.</w:t>
      </w:r>
    </w:p>
    <w:p w14:paraId="1C4F7EC0" w14:textId="4E515439" w:rsidR="00D90943" w:rsidRPr="00390276" w:rsidRDefault="00D90943" w:rsidP="00D36B23">
      <w:pPr>
        <w:rPr>
          <w:highlight w:val="yellow"/>
        </w:rPr>
      </w:pPr>
    </w:p>
    <w:p w14:paraId="0F0D946A" w14:textId="77777777" w:rsidR="008E0524" w:rsidRPr="00D36B23" w:rsidRDefault="008E0524" w:rsidP="008E0524">
      <w:pPr>
        <w:rPr>
          <w:b/>
        </w:rPr>
      </w:pPr>
      <w:bookmarkStart w:id="2" w:name="_Hlk61949187"/>
      <w:r w:rsidRPr="00D36B23">
        <w:rPr>
          <w:b/>
        </w:rPr>
        <w:t xml:space="preserve">Das Unternehmen CompData </w:t>
      </w:r>
    </w:p>
    <w:p w14:paraId="170370C4" w14:textId="77777777" w:rsidR="008E0524" w:rsidRDefault="004A3717" w:rsidP="008E0524">
      <w:r w:rsidRPr="004A3717">
        <w:t>CompData ist kompetenter und innovativer IT-Partner mittelständischer Unternehmen, der Kunden zukunftsfähige IT-Technologien mit hohem Nutzen bietet. Mit 48 Jahren Erfahrung betreut das System- und Softwarehaus rund 1.000 Kunden im deutschsprachigen Raum. Das Portfolio umfasst ganzheitliche IT-Beratung, die zuverlässige Betreuung mit professioneller Hardware und vollständig vernetzter Software sowie IT-Security-Lösungen, für sichere und effiziente digitale Prozesse. Seit über 40 Jahren bietet CompData spezialisierte IT-Lösungen für Bäckereien und ist seither einer der stärksten IT-Partner der Branche. CompData vertieft die Expertise seines 90 Mitarbeiter starken Teams durch kontinuierliche Weiterbildung und Zertifizierungen bei marktführenden Partnern.</w:t>
      </w:r>
      <w:r w:rsidR="0090733E" w:rsidRPr="0090733E">
        <w:t xml:space="preserve"> </w:t>
      </w:r>
      <w:hyperlink r:id="rId9" w:history="1">
        <w:r w:rsidR="0090733E" w:rsidRPr="00B470F7">
          <w:rPr>
            <w:rStyle w:val="Hyperlink"/>
            <w:rFonts w:ascii="Arial" w:hAnsi="Arial"/>
            <w:sz w:val="20"/>
            <w:szCs w:val="20"/>
          </w:rPr>
          <w:t>www.compdata.de</w:t>
        </w:r>
      </w:hyperlink>
      <w:r w:rsidR="0090733E">
        <w:t xml:space="preserve"> </w:t>
      </w:r>
    </w:p>
    <w:bookmarkEnd w:id="2"/>
    <w:p w14:paraId="7A09C2E7" w14:textId="77777777" w:rsidR="000059AA" w:rsidRPr="003C239E" w:rsidRDefault="00D05531" w:rsidP="00D36B23">
      <w:r>
        <w:rPr>
          <w:noProof/>
        </w:rPr>
        <mc:AlternateContent>
          <mc:Choice Requires="wps">
            <w:drawing>
              <wp:anchor distT="0" distB="0" distL="114300" distR="114300" simplePos="0" relativeHeight="251657728" behindDoc="0" locked="0" layoutInCell="1" allowOverlap="1" wp14:anchorId="493C62F1" wp14:editId="2CAC8B3F">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4"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7.3pt" to="189.9pt,7.35pt" w14:anchorId="03B5FD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6386FE7E" w14:textId="77777777" w:rsidR="000059AA" w:rsidRPr="00D36B23" w:rsidRDefault="000059AA" w:rsidP="00D36B23">
      <w:pPr>
        <w:rPr>
          <w:b/>
          <w:sz w:val="16"/>
        </w:rPr>
      </w:pPr>
      <w:r w:rsidRPr="00D36B23">
        <w:rPr>
          <w:b/>
          <w:sz w:val="16"/>
        </w:rPr>
        <w:t>Weitere Informationen und Bildmaterial können Sie gerne anfordern bei:</w:t>
      </w:r>
    </w:p>
    <w:p w14:paraId="4CDE1B3D" w14:textId="77777777" w:rsidR="00272F5F" w:rsidRPr="00D36B23" w:rsidRDefault="00272F5F" w:rsidP="00D36B23">
      <w:pPr>
        <w:rPr>
          <w:sz w:val="16"/>
        </w:rPr>
      </w:pPr>
      <w:r w:rsidRPr="00D36B23">
        <w:rPr>
          <w:sz w:val="16"/>
        </w:rPr>
        <w:t>kommunikation.pur</w:t>
      </w:r>
      <w:r w:rsidR="006E28E4">
        <w:rPr>
          <w:sz w:val="16"/>
        </w:rPr>
        <w:t xml:space="preserve"> GmbH</w:t>
      </w:r>
      <w:r w:rsidRPr="00D36B23">
        <w:rPr>
          <w:sz w:val="16"/>
        </w:rPr>
        <w:t>, Claudia Fröhlich, Sendlinger Straße 3</w:t>
      </w:r>
      <w:r w:rsidR="001C1923">
        <w:rPr>
          <w:sz w:val="16"/>
        </w:rPr>
        <w:t>1</w:t>
      </w:r>
      <w:r w:rsidRPr="00D36B23">
        <w:rPr>
          <w:sz w:val="16"/>
        </w:rPr>
        <w:t>, 80331 München</w:t>
      </w:r>
    </w:p>
    <w:p w14:paraId="7FC7C979" w14:textId="77777777" w:rsidR="00CD3E9B" w:rsidRPr="00D36B23" w:rsidRDefault="00272F5F" w:rsidP="00D36B23">
      <w:pPr>
        <w:rPr>
          <w:sz w:val="16"/>
        </w:rPr>
      </w:pPr>
      <w:r w:rsidRPr="00D36B23">
        <w:rPr>
          <w:sz w:val="16"/>
        </w:rPr>
        <w:t>Telefon: +49.89.23 23 63 49, Fax: +49.89.23 23 63 51, E-Mail: froehlich@kommunikationpur.com</w:t>
      </w:r>
    </w:p>
    <w:sectPr w:rsidR="00CD3E9B" w:rsidRPr="00D36B23" w:rsidSect="00916D03">
      <w:headerReference w:type="default" r:id="rId10"/>
      <w:pgSz w:w="11906" w:h="16838"/>
      <w:pgMar w:top="2516"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2884E" w14:textId="77777777" w:rsidR="00EE749E" w:rsidRDefault="00EE749E" w:rsidP="00D36B23">
      <w:r>
        <w:separator/>
      </w:r>
    </w:p>
  </w:endnote>
  <w:endnote w:type="continuationSeparator" w:id="0">
    <w:p w14:paraId="4D946372" w14:textId="77777777" w:rsidR="00EE749E" w:rsidRDefault="00EE749E"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79D5A" w14:textId="77777777" w:rsidR="00EE749E" w:rsidRDefault="00EE749E" w:rsidP="00D36B23">
      <w:r>
        <w:separator/>
      </w:r>
    </w:p>
  </w:footnote>
  <w:footnote w:type="continuationSeparator" w:id="0">
    <w:p w14:paraId="26B42107" w14:textId="77777777" w:rsidR="00EE749E" w:rsidRDefault="00EE749E"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B7039" w14:textId="77777777" w:rsidR="00060D65" w:rsidRDefault="00954777" w:rsidP="00D36B23">
    <w:pPr>
      <w:pStyle w:val="Kopfzeile"/>
    </w:pPr>
    <w:r>
      <w:rPr>
        <w:noProof/>
      </w:rPr>
      <w:drawing>
        <wp:inline distT="0" distB="0" distL="0" distR="0" wp14:anchorId="73D22431" wp14:editId="5FC358F8">
          <wp:extent cx="2182091" cy="581524"/>
          <wp:effectExtent l="0" t="0" r="0" b="0"/>
          <wp:docPr id="3" name="Grafik 3" descr="H:\Kunden\CompData_sg_cf\Kundenordner\Logo\2016_NEU\Logo_COMPDATA_NEU\Compdat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CompData_sg_cf\Kundenordner\Logo\2016_NEU\Logo_COMPDATA_NEU\Compdata_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l="2174"/>
                  <a:stretch/>
                </pic:blipFill>
                <pic:spPr bwMode="auto">
                  <a:xfrm>
                    <a:off x="0" y="0"/>
                    <a:ext cx="2183478" cy="581894"/>
                  </a:xfrm>
                  <a:prstGeom prst="rect">
                    <a:avLst/>
                  </a:prstGeom>
                  <a:noFill/>
                  <a:ln>
                    <a:noFill/>
                  </a:ln>
                  <a:extLst>
                    <a:ext uri="{53640926-AAD7-44D8-BBD7-CCE9431645EC}">
                      <a14:shadowObscured xmlns:a14="http://schemas.microsoft.com/office/drawing/2010/main"/>
                    </a:ext>
                  </a:extLst>
                </pic:spPr>
              </pic:pic>
            </a:graphicData>
          </a:graphic>
        </wp:inline>
      </w:drawing>
    </w:r>
  </w:p>
  <w:p w14:paraId="0C7D19DF" w14:textId="77777777" w:rsidR="00060D65" w:rsidRDefault="00060D65" w:rsidP="00D36B23">
    <w:pPr>
      <w:pStyle w:val="Kopfzeile"/>
    </w:pPr>
  </w:p>
  <w:p w14:paraId="3656275A" w14:textId="77777777" w:rsidR="00060D65" w:rsidRDefault="00060D65" w:rsidP="00D36B2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1725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49E"/>
    <w:rsid w:val="0000265C"/>
    <w:rsid w:val="000059AA"/>
    <w:rsid w:val="00007790"/>
    <w:rsid w:val="00012A03"/>
    <w:rsid w:val="000173BC"/>
    <w:rsid w:val="00017FA5"/>
    <w:rsid w:val="000213DD"/>
    <w:rsid w:val="00024C33"/>
    <w:rsid w:val="00034218"/>
    <w:rsid w:val="00044B7F"/>
    <w:rsid w:val="00051AF0"/>
    <w:rsid w:val="0005335A"/>
    <w:rsid w:val="000548BE"/>
    <w:rsid w:val="00060D65"/>
    <w:rsid w:val="00060F26"/>
    <w:rsid w:val="000615F8"/>
    <w:rsid w:val="00061EE1"/>
    <w:rsid w:val="00064D0D"/>
    <w:rsid w:val="00070B51"/>
    <w:rsid w:val="0007132C"/>
    <w:rsid w:val="00071A1C"/>
    <w:rsid w:val="00082181"/>
    <w:rsid w:val="000832EA"/>
    <w:rsid w:val="0009608A"/>
    <w:rsid w:val="000A20EB"/>
    <w:rsid w:val="000A3424"/>
    <w:rsid w:val="000B1C2B"/>
    <w:rsid w:val="000B3974"/>
    <w:rsid w:val="000B3F78"/>
    <w:rsid w:val="000C0321"/>
    <w:rsid w:val="000C26AF"/>
    <w:rsid w:val="000C3C37"/>
    <w:rsid w:val="000D1371"/>
    <w:rsid w:val="000D29B6"/>
    <w:rsid w:val="000D3E8D"/>
    <w:rsid w:val="000E0200"/>
    <w:rsid w:val="00103F24"/>
    <w:rsid w:val="00104F0D"/>
    <w:rsid w:val="001075DC"/>
    <w:rsid w:val="00111648"/>
    <w:rsid w:val="00113B3D"/>
    <w:rsid w:val="001204C0"/>
    <w:rsid w:val="00123B0F"/>
    <w:rsid w:val="00125B97"/>
    <w:rsid w:val="00134373"/>
    <w:rsid w:val="0013547E"/>
    <w:rsid w:val="001359CA"/>
    <w:rsid w:val="00136C83"/>
    <w:rsid w:val="0014311E"/>
    <w:rsid w:val="00144FAE"/>
    <w:rsid w:val="001519D0"/>
    <w:rsid w:val="00152DA5"/>
    <w:rsid w:val="00152DEC"/>
    <w:rsid w:val="00153AF5"/>
    <w:rsid w:val="00154B5C"/>
    <w:rsid w:val="00160B2F"/>
    <w:rsid w:val="00167921"/>
    <w:rsid w:val="00171FDC"/>
    <w:rsid w:val="00182837"/>
    <w:rsid w:val="0018298C"/>
    <w:rsid w:val="0018758E"/>
    <w:rsid w:val="0019647B"/>
    <w:rsid w:val="001969BF"/>
    <w:rsid w:val="00196DC6"/>
    <w:rsid w:val="001A3253"/>
    <w:rsid w:val="001B1D90"/>
    <w:rsid w:val="001C1923"/>
    <w:rsid w:val="001C6CD4"/>
    <w:rsid w:val="001E2AA7"/>
    <w:rsid w:val="001E44C5"/>
    <w:rsid w:val="001E50E3"/>
    <w:rsid w:val="001F3552"/>
    <w:rsid w:val="001F4003"/>
    <w:rsid w:val="002023F2"/>
    <w:rsid w:val="00202EC9"/>
    <w:rsid w:val="002046E1"/>
    <w:rsid w:val="00206ED9"/>
    <w:rsid w:val="00207EF6"/>
    <w:rsid w:val="00210269"/>
    <w:rsid w:val="00213EEE"/>
    <w:rsid w:val="0022448A"/>
    <w:rsid w:val="00226478"/>
    <w:rsid w:val="00232173"/>
    <w:rsid w:val="00233D82"/>
    <w:rsid w:val="002559BB"/>
    <w:rsid w:val="00257C74"/>
    <w:rsid w:val="00261650"/>
    <w:rsid w:val="002627FF"/>
    <w:rsid w:val="00272A8B"/>
    <w:rsid w:val="00272F5F"/>
    <w:rsid w:val="002746D7"/>
    <w:rsid w:val="002811FB"/>
    <w:rsid w:val="00293150"/>
    <w:rsid w:val="00296668"/>
    <w:rsid w:val="00296A14"/>
    <w:rsid w:val="00297F93"/>
    <w:rsid w:val="002A16F2"/>
    <w:rsid w:val="002A4DA9"/>
    <w:rsid w:val="002A7BBE"/>
    <w:rsid w:val="002B4F02"/>
    <w:rsid w:val="002C09A7"/>
    <w:rsid w:val="002C3635"/>
    <w:rsid w:val="002C3FA8"/>
    <w:rsid w:val="002D6726"/>
    <w:rsid w:val="002D740E"/>
    <w:rsid w:val="002D7BC2"/>
    <w:rsid w:val="002E3F59"/>
    <w:rsid w:val="002E4F48"/>
    <w:rsid w:val="002F2239"/>
    <w:rsid w:val="002F3CAA"/>
    <w:rsid w:val="002F427B"/>
    <w:rsid w:val="00305669"/>
    <w:rsid w:val="003153CE"/>
    <w:rsid w:val="0032089B"/>
    <w:rsid w:val="00323953"/>
    <w:rsid w:val="003244DC"/>
    <w:rsid w:val="00330589"/>
    <w:rsid w:val="00331938"/>
    <w:rsid w:val="00332B3A"/>
    <w:rsid w:val="00343081"/>
    <w:rsid w:val="003503FB"/>
    <w:rsid w:val="00357A14"/>
    <w:rsid w:val="00360117"/>
    <w:rsid w:val="00362272"/>
    <w:rsid w:val="00363785"/>
    <w:rsid w:val="0036699D"/>
    <w:rsid w:val="00366CDA"/>
    <w:rsid w:val="003710F9"/>
    <w:rsid w:val="00376429"/>
    <w:rsid w:val="00381664"/>
    <w:rsid w:val="003850E0"/>
    <w:rsid w:val="00387090"/>
    <w:rsid w:val="00390276"/>
    <w:rsid w:val="00391019"/>
    <w:rsid w:val="003A3949"/>
    <w:rsid w:val="003B2859"/>
    <w:rsid w:val="003B2EAA"/>
    <w:rsid w:val="003B5E60"/>
    <w:rsid w:val="003C239E"/>
    <w:rsid w:val="003D03B3"/>
    <w:rsid w:val="003D1B19"/>
    <w:rsid w:val="003D2297"/>
    <w:rsid w:val="003D5DE1"/>
    <w:rsid w:val="003E5372"/>
    <w:rsid w:val="003E660E"/>
    <w:rsid w:val="003F61D2"/>
    <w:rsid w:val="004071B6"/>
    <w:rsid w:val="004072C6"/>
    <w:rsid w:val="00410269"/>
    <w:rsid w:val="004112CF"/>
    <w:rsid w:val="00416D31"/>
    <w:rsid w:val="00417C82"/>
    <w:rsid w:val="00421336"/>
    <w:rsid w:val="00424521"/>
    <w:rsid w:val="004259C3"/>
    <w:rsid w:val="00431036"/>
    <w:rsid w:val="00432E2C"/>
    <w:rsid w:val="00434F33"/>
    <w:rsid w:val="0043638C"/>
    <w:rsid w:val="00450028"/>
    <w:rsid w:val="00452F21"/>
    <w:rsid w:val="0045508B"/>
    <w:rsid w:val="00463ADE"/>
    <w:rsid w:val="00470F93"/>
    <w:rsid w:val="0047117A"/>
    <w:rsid w:val="00472BD9"/>
    <w:rsid w:val="00495FD4"/>
    <w:rsid w:val="0049687E"/>
    <w:rsid w:val="00497D8C"/>
    <w:rsid w:val="004A15DB"/>
    <w:rsid w:val="004A3717"/>
    <w:rsid w:val="004A5C60"/>
    <w:rsid w:val="004B1203"/>
    <w:rsid w:val="004B603B"/>
    <w:rsid w:val="004D0E61"/>
    <w:rsid w:val="004D25E1"/>
    <w:rsid w:val="004E5D7E"/>
    <w:rsid w:val="004E6FF7"/>
    <w:rsid w:val="00500910"/>
    <w:rsid w:val="00501A49"/>
    <w:rsid w:val="00501AFF"/>
    <w:rsid w:val="0050209F"/>
    <w:rsid w:val="00502E14"/>
    <w:rsid w:val="005072A0"/>
    <w:rsid w:val="00507F31"/>
    <w:rsid w:val="005136D9"/>
    <w:rsid w:val="00513735"/>
    <w:rsid w:val="0052126F"/>
    <w:rsid w:val="005245D4"/>
    <w:rsid w:val="00525628"/>
    <w:rsid w:val="00525839"/>
    <w:rsid w:val="005273AA"/>
    <w:rsid w:val="005365AD"/>
    <w:rsid w:val="005424C3"/>
    <w:rsid w:val="00553006"/>
    <w:rsid w:val="00553C91"/>
    <w:rsid w:val="00554812"/>
    <w:rsid w:val="00554FE9"/>
    <w:rsid w:val="00556162"/>
    <w:rsid w:val="00563F5A"/>
    <w:rsid w:val="00564FAC"/>
    <w:rsid w:val="00566E1C"/>
    <w:rsid w:val="00570F68"/>
    <w:rsid w:val="00582319"/>
    <w:rsid w:val="00583147"/>
    <w:rsid w:val="00584A77"/>
    <w:rsid w:val="00590AE5"/>
    <w:rsid w:val="005913E9"/>
    <w:rsid w:val="00593F46"/>
    <w:rsid w:val="00596D6C"/>
    <w:rsid w:val="005A1FB8"/>
    <w:rsid w:val="005A6E9C"/>
    <w:rsid w:val="005A7BF5"/>
    <w:rsid w:val="005B347E"/>
    <w:rsid w:val="005B3F68"/>
    <w:rsid w:val="005B5646"/>
    <w:rsid w:val="005C0975"/>
    <w:rsid w:val="005C1572"/>
    <w:rsid w:val="005C4EE0"/>
    <w:rsid w:val="005C681A"/>
    <w:rsid w:val="005D37F0"/>
    <w:rsid w:val="005E139C"/>
    <w:rsid w:val="005E1E33"/>
    <w:rsid w:val="006002F5"/>
    <w:rsid w:val="00600ED3"/>
    <w:rsid w:val="00603A0A"/>
    <w:rsid w:val="006063F0"/>
    <w:rsid w:val="00607525"/>
    <w:rsid w:val="0060752F"/>
    <w:rsid w:val="00611D3E"/>
    <w:rsid w:val="0062286F"/>
    <w:rsid w:val="00625F52"/>
    <w:rsid w:val="00630088"/>
    <w:rsid w:val="00634A26"/>
    <w:rsid w:val="00635C36"/>
    <w:rsid w:val="0063778F"/>
    <w:rsid w:val="00641054"/>
    <w:rsid w:val="00641CFD"/>
    <w:rsid w:val="00653E88"/>
    <w:rsid w:val="0065664C"/>
    <w:rsid w:val="00662DEC"/>
    <w:rsid w:val="00665C99"/>
    <w:rsid w:val="006721ED"/>
    <w:rsid w:val="0067644A"/>
    <w:rsid w:val="006837CE"/>
    <w:rsid w:val="00684DB4"/>
    <w:rsid w:val="00685C83"/>
    <w:rsid w:val="006917D7"/>
    <w:rsid w:val="00693438"/>
    <w:rsid w:val="006937AF"/>
    <w:rsid w:val="006944FC"/>
    <w:rsid w:val="006A1389"/>
    <w:rsid w:val="006A3259"/>
    <w:rsid w:val="006A4A9F"/>
    <w:rsid w:val="006C09E3"/>
    <w:rsid w:val="006C4D32"/>
    <w:rsid w:val="006D0296"/>
    <w:rsid w:val="006D1943"/>
    <w:rsid w:val="006D4E6F"/>
    <w:rsid w:val="006E28E4"/>
    <w:rsid w:val="006E3761"/>
    <w:rsid w:val="006E49F9"/>
    <w:rsid w:val="006F1785"/>
    <w:rsid w:val="006F5225"/>
    <w:rsid w:val="006F71FC"/>
    <w:rsid w:val="006F727B"/>
    <w:rsid w:val="00721FBF"/>
    <w:rsid w:val="00723318"/>
    <w:rsid w:val="0073020D"/>
    <w:rsid w:val="0073091A"/>
    <w:rsid w:val="00731144"/>
    <w:rsid w:val="00746928"/>
    <w:rsid w:val="00746A3E"/>
    <w:rsid w:val="007477EF"/>
    <w:rsid w:val="007479D7"/>
    <w:rsid w:val="00755161"/>
    <w:rsid w:val="007555A7"/>
    <w:rsid w:val="007759AB"/>
    <w:rsid w:val="00784853"/>
    <w:rsid w:val="00785D24"/>
    <w:rsid w:val="0078681F"/>
    <w:rsid w:val="00791275"/>
    <w:rsid w:val="0079151E"/>
    <w:rsid w:val="00793557"/>
    <w:rsid w:val="007955EE"/>
    <w:rsid w:val="007A0207"/>
    <w:rsid w:val="007A2BEF"/>
    <w:rsid w:val="007B063D"/>
    <w:rsid w:val="007B1E74"/>
    <w:rsid w:val="007B733F"/>
    <w:rsid w:val="007C1D6F"/>
    <w:rsid w:val="007C2E51"/>
    <w:rsid w:val="007C5C4A"/>
    <w:rsid w:val="00801AB8"/>
    <w:rsid w:val="008021C0"/>
    <w:rsid w:val="00812B6D"/>
    <w:rsid w:val="0082215C"/>
    <w:rsid w:val="00823D5F"/>
    <w:rsid w:val="00824706"/>
    <w:rsid w:val="00827AEC"/>
    <w:rsid w:val="00841086"/>
    <w:rsid w:val="0085388C"/>
    <w:rsid w:val="00855BB3"/>
    <w:rsid w:val="00862911"/>
    <w:rsid w:val="008635C6"/>
    <w:rsid w:val="00863CCC"/>
    <w:rsid w:val="00864EDF"/>
    <w:rsid w:val="008727FF"/>
    <w:rsid w:val="008760F0"/>
    <w:rsid w:val="00885C95"/>
    <w:rsid w:val="00895A6A"/>
    <w:rsid w:val="008A4602"/>
    <w:rsid w:val="008B262F"/>
    <w:rsid w:val="008B7F86"/>
    <w:rsid w:val="008C2337"/>
    <w:rsid w:val="008C4DD2"/>
    <w:rsid w:val="008E0524"/>
    <w:rsid w:val="008E356D"/>
    <w:rsid w:val="008E3C15"/>
    <w:rsid w:val="008E6D03"/>
    <w:rsid w:val="008F5E98"/>
    <w:rsid w:val="008F6CA0"/>
    <w:rsid w:val="008F7013"/>
    <w:rsid w:val="009007ED"/>
    <w:rsid w:val="00900DBD"/>
    <w:rsid w:val="00903A4E"/>
    <w:rsid w:val="0090733E"/>
    <w:rsid w:val="00911D90"/>
    <w:rsid w:val="00913940"/>
    <w:rsid w:val="00916BF2"/>
    <w:rsid w:val="00916D03"/>
    <w:rsid w:val="00917121"/>
    <w:rsid w:val="009174BD"/>
    <w:rsid w:val="00917978"/>
    <w:rsid w:val="00922056"/>
    <w:rsid w:val="009225D7"/>
    <w:rsid w:val="009226A7"/>
    <w:rsid w:val="009232E8"/>
    <w:rsid w:val="00925875"/>
    <w:rsid w:val="009259EF"/>
    <w:rsid w:val="00930B1C"/>
    <w:rsid w:val="0093333F"/>
    <w:rsid w:val="009335C8"/>
    <w:rsid w:val="0094471D"/>
    <w:rsid w:val="00944F48"/>
    <w:rsid w:val="0094533C"/>
    <w:rsid w:val="00946C5D"/>
    <w:rsid w:val="00946E82"/>
    <w:rsid w:val="00954777"/>
    <w:rsid w:val="0096638B"/>
    <w:rsid w:val="009674E1"/>
    <w:rsid w:val="00974122"/>
    <w:rsid w:val="00975DCC"/>
    <w:rsid w:val="00980147"/>
    <w:rsid w:val="009816A0"/>
    <w:rsid w:val="00982A51"/>
    <w:rsid w:val="00982DEC"/>
    <w:rsid w:val="009861F9"/>
    <w:rsid w:val="00991A36"/>
    <w:rsid w:val="00995412"/>
    <w:rsid w:val="00996182"/>
    <w:rsid w:val="009A6DC5"/>
    <w:rsid w:val="009B0261"/>
    <w:rsid w:val="009B38F9"/>
    <w:rsid w:val="009B3C55"/>
    <w:rsid w:val="009B52D7"/>
    <w:rsid w:val="009C36C5"/>
    <w:rsid w:val="009C50BD"/>
    <w:rsid w:val="009D3590"/>
    <w:rsid w:val="009E2893"/>
    <w:rsid w:val="009E5819"/>
    <w:rsid w:val="009E63EB"/>
    <w:rsid w:val="009F5955"/>
    <w:rsid w:val="009F5E9B"/>
    <w:rsid w:val="00A0156B"/>
    <w:rsid w:val="00A06DA0"/>
    <w:rsid w:val="00A07F42"/>
    <w:rsid w:val="00A10C96"/>
    <w:rsid w:val="00A156BA"/>
    <w:rsid w:val="00A15F1F"/>
    <w:rsid w:val="00A20D82"/>
    <w:rsid w:val="00A23382"/>
    <w:rsid w:val="00A26107"/>
    <w:rsid w:val="00A27CD8"/>
    <w:rsid w:val="00A30FFE"/>
    <w:rsid w:val="00A32F4B"/>
    <w:rsid w:val="00A35A23"/>
    <w:rsid w:val="00A409DF"/>
    <w:rsid w:val="00A42939"/>
    <w:rsid w:val="00A45B63"/>
    <w:rsid w:val="00A5045A"/>
    <w:rsid w:val="00A52076"/>
    <w:rsid w:val="00A6174B"/>
    <w:rsid w:val="00A63672"/>
    <w:rsid w:val="00A66445"/>
    <w:rsid w:val="00A672C4"/>
    <w:rsid w:val="00A70486"/>
    <w:rsid w:val="00A7354D"/>
    <w:rsid w:val="00A73574"/>
    <w:rsid w:val="00A85069"/>
    <w:rsid w:val="00A919F1"/>
    <w:rsid w:val="00AA0D3D"/>
    <w:rsid w:val="00AA6517"/>
    <w:rsid w:val="00AA7463"/>
    <w:rsid w:val="00AB1D90"/>
    <w:rsid w:val="00AD0915"/>
    <w:rsid w:val="00AD0F19"/>
    <w:rsid w:val="00AE14D1"/>
    <w:rsid w:val="00AE4D6E"/>
    <w:rsid w:val="00AE5C0C"/>
    <w:rsid w:val="00AF0589"/>
    <w:rsid w:val="00AF0D58"/>
    <w:rsid w:val="00AF4E4D"/>
    <w:rsid w:val="00B01F1B"/>
    <w:rsid w:val="00B03FE5"/>
    <w:rsid w:val="00B101D6"/>
    <w:rsid w:val="00B14070"/>
    <w:rsid w:val="00B173CE"/>
    <w:rsid w:val="00B2058E"/>
    <w:rsid w:val="00B30951"/>
    <w:rsid w:val="00B41403"/>
    <w:rsid w:val="00B4322F"/>
    <w:rsid w:val="00B537EB"/>
    <w:rsid w:val="00B61E43"/>
    <w:rsid w:val="00B650E9"/>
    <w:rsid w:val="00B74B56"/>
    <w:rsid w:val="00B7687B"/>
    <w:rsid w:val="00B8021F"/>
    <w:rsid w:val="00B8490D"/>
    <w:rsid w:val="00B95FD0"/>
    <w:rsid w:val="00BA358A"/>
    <w:rsid w:val="00BA571C"/>
    <w:rsid w:val="00BA5BE8"/>
    <w:rsid w:val="00BA7408"/>
    <w:rsid w:val="00BB1A52"/>
    <w:rsid w:val="00BB642A"/>
    <w:rsid w:val="00BB6677"/>
    <w:rsid w:val="00BC32F5"/>
    <w:rsid w:val="00BC6156"/>
    <w:rsid w:val="00BD3316"/>
    <w:rsid w:val="00BD3A14"/>
    <w:rsid w:val="00BD4D8F"/>
    <w:rsid w:val="00BD5CCC"/>
    <w:rsid w:val="00BD6FE8"/>
    <w:rsid w:val="00BE1CA0"/>
    <w:rsid w:val="00BE6C58"/>
    <w:rsid w:val="00BF0A71"/>
    <w:rsid w:val="00C00867"/>
    <w:rsid w:val="00C01114"/>
    <w:rsid w:val="00C0357D"/>
    <w:rsid w:val="00C05388"/>
    <w:rsid w:val="00C1355C"/>
    <w:rsid w:val="00C16AA0"/>
    <w:rsid w:val="00C22366"/>
    <w:rsid w:val="00C25041"/>
    <w:rsid w:val="00C27845"/>
    <w:rsid w:val="00C30743"/>
    <w:rsid w:val="00C33AE9"/>
    <w:rsid w:val="00C46576"/>
    <w:rsid w:val="00C50DB7"/>
    <w:rsid w:val="00C54085"/>
    <w:rsid w:val="00C56A65"/>
    <w:rsid w:val="00C60419"/>
    <w:rsid w:val="00C63953"/>
    <w:rsid w:val="00C65B28"/>
    <w:rsid w:val="00C66E59"/>
    <w:rsid w:val="00C80FD6"/>
    <w:rsid w:val="00C82E3C"/>
    <w:rsid w:val="00C84DA6"/>
    <w:rsid w:val="00C8583F"/>
    <w:rsid w:val="00C955B4"/>
    <w:rsid w:val="00C95AE8"/>
    <w:rsid w:val="00C965AE"/>
    <w:rsid w:val="00C967C2"/>
    <w:rsid w:val="00CA07A3"/>
    <w:rsid w:val="00CA07BF"/>
    <w:rsid w:val="00CA0E81"/>
    <w:rsid w:val="00CA23CA"/>
    <w:rsid w:val="00CB68FA"/>
    <w:rsid w:val="00CC086A"/>
    <w:rsid w:val="00CC35B3"/>
    <w:rsid w:val="00CC6BF4"/>
    <w:rsid w:val="00CC781E"/>
    <w:rsid w:val="00CD0B32"/>
    <w:rsid w:val="00CD33FB"/>
    <w:rsid w:val="00CD3E9B"/>
    <w:rsid w:val="00CE0A77"/>
    <w:rsid w:val="00CE438B"/>
    <w:rsid w:val="00CF3881"/>
    <w:rsid w:val="00D04D75"/>
    <w:rsid w:val="00D05205"/>
    <w:rsid w:val="00D05531"/>
    <w:rsid w:val="00D10FF9"/>
    <w:rsid w:val="00D123E7"/>
    <w:rsid w:val="00D128E4"/>
    <w:rsid w:val="00D1344F"/>
    <w:rsid w:val="00D16B9A"/>
    <w:rsid w:val="00D16D2F"/>
    <w:rsid w:val="00D2438E"/>
    <w:rsid w:val="00D25AC0"/>
    <w:rsid w:val="00D30998"/>
    <w:rsid w:val="00D33488"/>
    <w:rsid w:val="00D35749"/>
    <w:rsid w:val="00D36B23"/>
    <w:rsid w:val="00D436F8"/>
    <w:rsid w:val="00D44464"/>
    <w:rsid w:val="00D45548"/>
    <w:rsid w:val="00D609C0"/>
    <w:rsid w:val="00D62916"/>
    <w:rsid w:val="00D67540"/>
    <w:rsid w:val="00D81D07"/>
    <w:rsid w:val="00D862F2"/>
    <w:rsid w:val="00D863DD"/>
    <w:rsid w:val="00D87611"/>
    <w:rsid w:val="00D87EE5"/>
    <w:rsid w:val="00D90943"/>
    <w:rsid w:val="00D90DA6"/>
    <w:rsid w:val="00D91E3E"/>
    <w:rsid w:val="00D97F0A"/>
    <w:rsid w:val="00DA405C"/>
    <w:rsid w:val="00DA7B46"/>
    <w:rsid w:val="00DC39E8"/>
    <w:rsid w:val="00DD314F"/>
    <w:rsid w:val="00DD4CEC"/>
    <w:rsid w:val="00DD75EC"/>
    <w:rsid w:val="00DE0A86"/>
    <w:rsid w:val="00DE22C4"/>
    <w:rsid w:val="00DE37EB"/>
    <w:rsid w:val="00DE39FF"/>
    <w:rsid w:val="00DE7A8E"/>
    <w:rsid w:val="00DF2CBD"/>
    <w:rsid w:val="00DF5684"/>
    <w:rsid w:val="00DF69DB"/>
    <w:rsid w:val="00E006CE"/>
    <w:rsid w:val="00E03016"/>
    <w:rsid w:val="00E24623"/>
    <w:rsid w:val="00E3123F"/>
    <w:rsid w:val="00E31603"/>
    <w:rsid w:val="00E32FDF"/>
    <w:rsid w:val="00E4276D"/>
    <w:rsid w:val="00E5103A"/>
    <w:rsid w:val="00E560C0"/>
    <w:rsid w:val="00E66448"/>
    <w:rsid w:val="00E72D90"/>
    <w:rsid w:val="00E73A8F"/>
    <w:rsid w:val="00E76B45"/>
    <w:rsid w:val="00E81037"/>
    <w:rsid w:val="00E82F90"/>
    <w:rsid w:val="00E90906"/>
    <w:rsid w:val="00E930AF"/>
    <w:rsid w:val="00E95DA6"/>
    <w:rsid w:val="00EB1560"/>
    <w:rsid w:val="00EB1BF6"/>
    <w:rsid w:val="00EB20DD"/>
    <w:rsid w:val="00EB520F"/>
    <w:rsid w:val="00EC5E86"/>
    <w:rsid w:val="00ED09AD"/>
    <w:rsid w:val="00ED21D7"/>
    <w:rsid w:val="00ED6AA7"/>
    <w:rsid w:val="00EE11CF"/>
    <w:rsid w:val="00EE175A"/>
    <w:rsid w:val="00EE22A8"/>
    <w:rsid w:val="00EE426F"/>
    <w:rsid w:val="00EE5947"/>
    <w:rsid w:val="00EE6F0A"/>
    <w:rsid w:val="00EE7259"/>
    <w:rsid w:val="00EE749E"/>
    <w:rsid w:val="00EF13FA"/>
    <w:rsid w:val="00EF2092"/>
    <w:rsid w:val="00EF3250"/>
    <w:rsid w:val="00EF54A2"/>
    <w:rsid w:val="00EF5543"/>
    <w:rsid w:val="00EF7129"/>
    <w:rsid w:val="00EF7C37"/>
    <w:rsid w:val="00F01DF7"/>
    <w:rsid w:val="00F06FBE"/>
    <w:rsid w:val="00F07CE0"/>
    <w:rsid w:val="00F108B7"/>
    <w:rsid w:val="00F10C7B"/>
    <w:rsid w:val="00F15A28"/>
    <w:rsid w:val="00F17BBB"/>
    <w:rsid w:val="00F2218A"/>
    <w:rsid w:val="00F25D6D"/>
    <w:rsid w:val="00F315A9"/>
    <w:rsid w:val="00F32D25"/>
    <w:rsid w:val="00F35633"/>
    <w:rsid w:val="00F4179C"/>
    <w:rsid w:val="00F42141"/>
    <w:rsid w:val="00F51733"/>
    <w:rsid w:val="00F525CF"/>
    <w:rsid w:val="00F62DF1"/>
    <w:rsid w:val="00F63E62"/>
    <w:rsid w:val="00F670A1"/>
    <w:rsid w:val="00F71A36"/>
    <w:rsid w:val="00F758F0"/>
    <w:rsid w:val="00F81A1B"/>
    <w:rsid w:val="00F824DD"/>
    <w:rsid w:val="00F82635"/>
    <w:rsid w:val="00F835C4"/>
    <w:rsid w:val="00F85329"/>
    <w:rsid w:val="00F869F0"/>
    <w:rsid w:val="00F90EFF"/>
    <w:rsid w:val="00FA6F37"/>
    <w:rsid w:val="00FA78ED"/>
    <w:rsid w:val="00FA7964"/>
    <w:rsid w:val="00FB18F9"/>
    <w:rsid w:val="00FB6F1B"/>
    <w:rsid w:val="00FC063F"/>
    <w:rsid w:val="00FC138F"/>
    <w:rsid w:val="00FD1FBD"/>
    <w:rsid w:val="00FD21CE"/>
    <w:rsid w:val="00FE0110"/>
    <w:rsid w:val="00FE1729"/>
    <w:rsid w:val="00FE2008"/>
    <w:rsid w:val="00FF1A0B"/>
    <w:rsid w:val="00FF71B8"/>
    <w:rsid w:val="2D234181"/>
    <w:rsid w:val="541A30CA"/>
    <w:rsid w:val="68EB9311"/>
    <w:rsid w:val="6BC385B5"/>
    <w:rsid w:val="7122A940"/>
    <w:rsid w:val="7B357F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E5E64C"/>
  <w15:docId w15:val="{729929EB-A87E-418D-8413-532C46B08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D128E4"/>
    <w:rPr>
      <w:color w:val="605E5C"/>
      <w:shd w:val="clear" w:color="auto" w:fill="E1DFDD"/>
    </w:rPr>
  </w:style>
  <w:style w:type="paragraph" w:styleId="berarbeitung">
    <w:name w:val="Revision"/>
    <w:hidden/>
    <w:uiPriority w:val="99"/>
    <w:semiHidden/>
    <w:rsid w:val="00AD091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875974">
      <w:bodyDiv w:val="1"/>
      <w:marLeft w:val="0"/>
      <w:marRight w:val="0"/>
      <w:marTop w:val="0"/>
      <w:marBottom w:val="0"/>
      <w:divBdr>
        <w:top w:val="none" w:sz="0" w:space="0" w:color="auto"/>
        <w:left w:val="none" w:sz="0" w:space="0" w:color="auto"/>
        <w:bottom w:val="none" w:sz="0" w:space="0" w:color="auto"/>
        <w:right w:val="none" w:sz="0" w:space="0" w:color="auto"/>
      </w:divBdr>
    </w:div>
    <w:div w:id="621811201">
      <w:bodyDiv w:val="1"/>
      <w:marLeft w:val="0"/>
      <w:marRight w:val="0"/>
      <w:marTop w:val="0"/>
      <w:marBottom w:val="0"/>
      <w:divBdr>
        <w:top w:val="none" w:sz="0" w:space="0" w:color="auto"/>
        <w:left w:val="none" w:sz="0" w:space="0" w:color="auto"/>
        <w:bottom w:val="none" w:sz="0" w:space="0" w:color="auto"/>
        <w:right w:val="none" w:sz="0" w:space="0" w:color="auto"/>
      </w:divBdr>
    </w:div>
    <w:div w:id="1005137092">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20146240">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3441">
      <w:bodyDiv w:val="1"/>
      <w:marLeft w:val="0"/>
      <w:marRight w:val="0"/>
      <w:marTop w:val="0"/>
      <w:marBottom w:val="0"/>
      <w:divBdr>
        <w:top w:val="none" w:sz="0" w:space="0" w:color="auto"/>
        <w:left w:val="none" w:sz="0" w:space="0" w:color="auto"/>
        <w:bottom w:val="none" w:sz="0" w:space="0" w:color="auto"/>
        <w:right w:val="none" w:sz="0" w:space="0" w:color="auto"/>
      </w:divBdr>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646231">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compdata.de/aktuell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mpdata.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H:\Kunden\CompData_cf_pvt\Projektordner\A_Pressemitteilungen\PM_CompData_Vorlage_2024-XX-XX.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PM_CompData_Vorlage_2024-XX-XX</Template>
  <TotalTime>0</TotalTime>
  <Pages>2</Pages>
  <Words>455</Words>
  <Characters>3562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PM_CompData</vt:lpstr>
    </vt:vector>
  </TitlesOfParts>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PM_CompData</dc:title>
  <dc:creator>Claudia Fröhlich</dc:creator>
  <cp:lastModifiedBy>Claudia Froehlich - kommunikation.pur GmbH</cp:lastModifiedBy>
  <cp:revision>13</cp:revision>
  <dcterms:created xsi:type="dcterms:W3CDTF">2024-12-11T12:58:00Z</dcterms:created>
  <dcterms:modified xsi:type="dcterms:W3CDTF">2024-12-12T11:45:00Z</dcterms:modified>
</cp:coreProperties>
</file>