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A23FA" w14:textId="77777777" w:rsidR="00434F33" w:rsidRPr="00C01114" w:rsidRDefault="00434F33" w:rsidP="00C01114">
      <w:pPr>
        <w:rPr>
          <w:sz w:val="28"/>
        </w:rPr>
      </w:pPr>
      <w:bookmarkStart w:id="0" w:name="_Hlk94777002"/>
      <w:bookmarkEnd w:id="0"/>
      <w:r w:rsidRPr="00C01114">
        <w:rPr>
          <w:sz w:val="28"/>
        </w:rPr>
        <w:t>PRESSE</w:t>
      </w:r>
      <w:r w:rsidR="006E49F9" w:rsidRPr="00C01114">
        <w:rPr>
          <w:sz w:val="28"/>
        </w:rPr>
        <w:t>INFORMATION</w:t>
      </w:r>
    </w:p>
    <w:p w14:paraId="6C030BA1" w14:textId="77777777" w:rsidR="00434F33" w:rsidRDefault="00434F33" w:rsidP="00D36B23"/>
    <w:p w14:paraId="4BE20936" w14:textId="77777777" w:rsidR="00434F33" w:rsidRPr="006F2598" w:rsidRDefault="00434F33" w:rsidP="00D36B23"/>
    <w:p w14:paraId="398841D9" w14:textId="49771BFC" w:rsidR="003B5E60" w:rsidRDefault="00550987" w:rsidP="7122A940">
      <w:pPr>
        <w:rPr>
          <w:sz w:val="28"/>
          <w:szCs w:val="28"/>
        </w:rPr>
      </w:pPr>
      <w:r w:rsidRPr="00550987">
        <w:rPr>
          <w:sz w:val="28"/>
          <w:szCs w:val="28"/>
        </w:rPr>
        <w:t>Unternehmensnachfolge bei CompData offiziell eingeleitet</w:t>
      </w:r>
    </w:p>
    <w:p w14:paraId="3B52E485" w14:textId="0F6B4E65" w:rsidR="00917978" w:rsidRPr="00917978" w:rsidRDefault="00EE780A" w:rsidP="7122A940">
      <w:pPr>
        <w:rPr>
          <w:b/>
          <w:bCs/>
        </w:rPr>
      </w:pPr>
      <w:r>
        <w:rPr>
          <w:b/>
          <w:bCs/>
        </w:rPr>
        <w:t xml:space="preserve">Mit dem </w:t>
      </w:r>
      <w:r w:rsidR="00055C7B" w:rsidRPr="00055C7B">
        <w:rPr>
          <w:b/>
          <w:bCs/>
        </w:rPr>
        <w:t>Einstieg von Maximilian Veit</w:t>
      </w:r>
      <w:r>
        <w:rPr>
          <w:b/>
          <w:bCs/>
        </w:rPr>
        <w:t xml:space="preserve"> setzt </w:t>
      </w:r>
      <w:r w:rsidR="00686FF1">
        <w:rPr>
          <w:b/>
          <w:bCs/>
        </w:rPr>
        <w:t xml:space="preserve">das </w:t>
      </w:r>
      <w:r w:rsidR="00EB1798">
        <w:rPr>
          <w:b/>
          <w:bCs/>
        </w:rPr>
        <w:t>Familienu</w:t>
      </w:r>
      <w:r w:rsidR="00686FF1">
        <w:rPr>
          <w:b/>
          <w:bCs/>
        </w:rPr>
        <w:t>nternehmen</w:t>
      </w:r>
      <w:r>
        <w:rPr>
          <w:b/>
          <w:bCs/>
        </w:rPr>
        <w:t xml:space="preserve"> auf </w:t>
      </w:r>
      <w:r w:rsidR="00A1462D">
        <w:rPr>
          <w:b/>
          <w:bCs/>
        </w:rPr>
        <w:t xml:space="preserve">langfristige </w:t>
      </w:r>
      <w:r w:rsidRPr="00EE780A">
        <w:rPr>
          <w:b/>
          <w:bCs/>
        </w:rPr>
        <w:t>Stabilität und Innovationskraft</w:t>
      </w:r>
    </w:p>
    <w:p w14:paraId="76158F1D" w14:textId="77777777" w:rsidR="00463ADE" w:rsidRDefault="00463ADE" w:rsidP="7122A940">
      <w:pPr>
        <w:rPr>
          <w:b/>
          <w:bCs/>
        </w:rPr>
      </w:pPr>
    </w:p>
    <w:p w14:paraId="342052B5" w14:textId="4414C7E3" w:rsidR="00D436F8" w:rsidRDefault="541A30CA" w:rsidP="7122A940">
      <w:pPr>
        <w:rPr>
          <w:b/>
          <w:bCs/>
        </w:rPr>
      </w:pPr>
      <w:r w:rsidRPr="337B9F30">
        <w:rPr>
          <w:b/>
          <w:bCs/>
        </w:rPr>
        <w:t xml:space="preserve">Albstadt, </w:t>
      </w:r>
      <w:r w:rsidR="003220A5">
        <w:rPr>
          <w:b/>
          <w:bCs/>
        </w:rPr>
        <w:t>05</w:t>
      </w:r>
      <w:r w:rsidR="00A07F42" w:rsidRPr="337B9F30">
        <w:rPr>
          <w:b/>
          <w:bCs/>
        </w:rPr>
        <w:t>.</w:t>
      </w:r>
      <w:r w:rsidR="00550987" w:rsidRPr="337B9F30">
        <w:rPr>
          <w:b/>
          <w:bCs/>
        </w:rPr>
        <w:t>0</w:t>
      </w:r>
      <w:r w:rsidR="00F03C86">
        <w:rPr>
          <w:b/>
          <w:bCs/>
        </w:rPr>
        <w:t>2</w:t>
      </w:r>
      <w:r w:rsidR="00A07F42" w:rsidRPr="337B9F30">
        <w:rPr>
          <w:b/>
          <w:bCs/>
        </w:rPr>
        <w:t>.202</w:t>
      </w:r>
      <w:r w:rsidR="0061072B" w:rsidRPr="337B9F30">
        <w:rPr>
          <w:b/>
          <w:bCs/>
        </w:rPr>
        <w:t>6</w:t>
      </w:r>
      <w:r w:rsidRPr="337B9F30">
        <w:rPr>
          <w:b/>
          <w:bCs/>
        </w:rPr>
        <w:t xml:space="preserve"> –</w:t>
      </w:r>
      <w:r w:rsidR="00973385" w:rsidRPr="337B9F30">
        <w:rPr>
          <w:b/>
          <w:bCs/>
        </w:rPr>
        <w:t xml:space="preserve"> </w:t>
      </w:r>
      <w:r w:rsidR="00686FF1" w:rsidRPr="337B9F30">
        <w:rPr>
          <w:b/>
          <w:bCs/>
        </w:rPr>
        <w:t>Am</w:t>
      </w:r>
      <w:r w:rsidR="00973385" w:rsidRPr="337B9F30">
        <w:rPr>
          <w:b/>
          <w:bCs/>
        </w:rPr>
        <w:t xml:space="preserve"> 1. Januar 2026 hat die CompData Computer GmbH offiziell die Weichen für die Unternehmensnachfolge gestellt. Mit dem Einstieg von Maximilian Veit, Sohn des </w:t>
      </w:r>
      <w:r w:rsidR="01F635B3" w:rsidRPr="337B9F30">
        <w:rPr>
          <w:b/>
          <w:bCs/>
        </w:rPr>
        <w:t xml:space="preserve">geschäftsführenden Gesellschafters </w:t>
      </w:r>
      <w:r w:rsidR="00973385" w:rsidRPr="337B9F30">
        <w:rPr>
          <w:b/>
          <w:bCs/>
        </w:rPr>
        <w:t xml:space="preserve">Reiner Veit, beginnt eine strukturierte Übergabe </w:t>
      </w:r>
      <w:r w:rsidR="00973385" w:rsidRPr="006321F4">
        <w:rPr>
          <w:b/>
          <w:bCs/>
        </w:rPr>
        <w:t>innerhalb des Familienunternehmens. Ziel</w:t>
      </w:r>
      <w:r w:rsidR="00CB72C3" w:rsidRPr="006321F4">
        <w:rPr>
          <w:b/>
          <w:bCs/>
        </w:rPr>
        <w:t xml:space="preserve"> des IT-Dienstleisters </w:t>
      </w:r>
      <w:r w:rsidR="00973385" w:rsidRPr="006321F4">
        <w:rPr>
          <w:b/>
          <w:bCs/>
        </w:rPr>
        <w:t>ist es, Kontinuität zu sichern,</w:t>
      </w:r>
      <w:r w:rsidR="00973385" w:rsidRPr="337B9F30">
        <w:rPr>
          <w:b/>
          <w:bCs/>
        </w:rPr>
        <w:t xml:space="preserve"> Bewährtes fortzuführen und </w:t>
      </w:r>
      <w:r w:rsidR="003836AF" w:rsidRPr="337B9F30">
        <w:rPr>
          <w:b/>
          <w:bCs/>
        </w:rPr>
        <w:t xml:space="preserve">CompData </w:t>
      </w:r>
      <w:r w:rsidR="00973385" w:rsidRPr="337B9F30">
        <w:rPr>
          <w:b/>
          <w:bCs/>
        </w:rPr>
        <w:t>zukunftsorientiert weiterzuentwickeln.</w:t>
      </w:r>
    </w:p>
    <w:p w14:paraId="5711B74E" w14:textId="77777777" w:rsidR="0022448A" w:rsidRPr="0022448A" w:rsidRDefault="0022448A" w:rsidP="00D36B23">
      <w:pPr>
        <w:rPr>
          <w:bCs/>
        </w:rPr>
      </w:pPr>
    </w:p>
    <w:p w14:paraId="4078AC7A" w14:textId="5013E631" w:rsidR="003D4FE2" w:rsidRDefault="00BE7EC2" w:rsidP="337B9F30">
      <w:r>
        <w:t>Zum Jahresbeginn 2026 hat die CompData Computer GmbH die Unternehmensnachfolge offiziell eingeleitet. Mit dem Einstieg von Maximilian Veit setzt der IT-Dienstleister bewusst auf einen geordneten Generationenwechsel und langfristige Stabilität.</w:t>
      </w:r>
      <w:r w:rsidR="00E05CF6">
        <w:t xml:space="preserve"> Maximilian Veit wird das Unternehmen in einer Einarbeitungs- und Übergangsphase gemeinsam mit seinem Vater und dem bestehenden Führungsteam </w:t>
      </w:r>
      <w:r w:rsidR="00BD2A5E">
        <w:t>leiten</w:t>
      </w:r>
      <w:r w:rsidR="00E05CF6">
        <w:t xml:space="preserve">. </w:t>
      </w:r>
      <w:r w:rsidR="003D4FE2">
        <w:t xml:space="preserve">„Ich freue mich darauf, von meinem Vater und allen </w:t>
      </w:r>
      <w:r w:rsidR="3D598A91" w:rsidRPr="337B9F30">
        <w:rPr>
          <w:rFonts w:eastAsia="Arial"/>
        </w:rPr>
        <w:t xml:space="preserve">Mitarbeiterinnen und Mitarbeiter </w:t>
      </w:r>
      <w:r w:rsidR="003D4FE2">
        <w:t xml:space="preserve">zu lernen, Bewährtes fortzuführen und neue Impulse zu setzen. Gemeinsam mit unserem großartigen Team wollen wir das Unternehmen aktiv weiterentwickeln. </w:t>
      </w:r>
      <w:r w:rsidR="000A36C0">
        <w:t xml:space="preserve">Nach </w:t>
      </w:r>
      <w:r w:rsidR="00287A19">
        <w:t>der</w:t>
      </w:r>
      <w:r w:rsidR="000A36C0">
        <w:t xml:space="preserve"> Übergangsphase übernehme ich zukünftig die</w:t>
      </w:r>
      <w:r w:rsidR="000752EE">
        <w:t xml:space="preserve"> alleinige</w:t>
      </w:r>
      <w:r w:rsidR="000A36C0">
        <w:t xml:space="preserve"> Verantwortung in unserem Familienunternehmen. Dies erfüllt mich mit großem Stolz und Dankbarkeit</w:t>
      </w:r>
      <w:r w:rsidR="003D4FE2">
        <w:t xml:space="preserve">“, so Maximilian </w:t>
      </w:r>
      <w:r w:rsidR="000A36C0">
        <w:t>Veit</w:t>
      </w:r>
      <w:r w:rsidR="003D4FE2">
        <w:t>.</w:t>
      </w:r>
    </w:p>
    <w:p w14:paraId="6A211069" w14:textId="77777777" w:rsidR="00BE7EC2" w:rsidRDefault="00BE7EC2" w:rsidP="00BE7EC2"/>
    <w:p w14:paraId="117F811C" w14:textId="1BA3BE85" w:rsidR="00BE7EC2" w:rsidRDefault="00BE7EC2" w:rsidP="00BE7EC2">
      <w:r>
        <w:t>CompData ist seit vielen Jahren spezialisierter IT-Partner für mittelständische Unternehmen. Kunden profitieren dabei von praxisnahen</w:t>
      </w:r>
      <w:r w:rsidR="00E369DF">
        <w:t xml:space="preserve">, zukunftsorientierten </w:t>
      </w:r>
      <w:r>
        <w:t>IT-Lösungen</w:t>
      </w:r>
      <w:r w:rsidR="00E369DF">
        <w:t xml:space="preserve"> </w:t>
      </w:r>
      <w:r>
        <w:t>und einer engen, persönlichen Betreuung.</w:t>
      </w:r>
      <w:r w:rsidR="005F6730">
        <w:t xml:space="preserve"> Reiner Veit, </w:t>
      </w:r>
      <w:r w:rsidR="000A252D">
        <w:t>g</w:t>
      </w:r>
      <w:r w:rsidR="005F6730">
        <w:t>eschäftsführender Gesellschafter</w:t>
      </w:r>
      <w:r w:rsidR="00D64193">
        <w:t xml:space="preserve"> von CompData</w:t>
      </w:r>
      <w:r w:rsidR="005F6730">
        <w:t xml:space="preserve">, betont: „Die strukturierte Nachfolge ist ein wichtiges Signal an unsere Kunden, Partner und Mitarbeitenden. CompData bleibt ein verlässliches Familienunternehmen mit klarer </w:t>
      </w:r>
      <w:proofErr w:type="gramStart"/>
      <w:r w:rsidR="005F6730">
        <w:t>Zukunftsperspektive</w:t>
      </w:r>
      <w:proofErr w:type="gramEnd"/>
      <w:r w:rsidR="005F6730">
        <w:t>.“ Mit dem Generationenwechsel setzt CompData auf Vertrauen und Innovationskraft. Die langfristige Ausrichtung des Unternehmens, die Nähe zu Kunden sowie die regionale Verwurzelung bleiben dabei zentrale Werte.</w:t>
      </w:r>
    </w:p>
    <w:p w14:paraId="1CBD0212" w14:textId="77777777" w:rsidR="00D06F97" w:rsidRDefault="00D06F97" w:rsidP="00BE7EC2"/>
    <w:p w14:paraId="0033F6F1" w14:textId="76EE2F24" w:rsidR="00853A56" w:rsidRDefault="00D06F97" w:rsidP="00853A56">
      <w:r w:rsidRPr="00D06F97">
        <w:t xml:space="preserve">Der zukünftige Nachfolger bringt zusätzlich externe Perspektiven mit. In den vergangenen drei Jahren war Maximilian Veit in der Unternehmensberatung tätig, zuletzt bei Deloitte in Stuttgart. </w:t>
      </w:r>
      <w:r w:rsidR="009E1E9B">
        <w:t>Er</w:t>
      </w:r>
      <w:r w:rsidRPr="00D06F97">
        <w:t xml:space="preserve"> sammelte </w:t>
      </w:r>
      <w:r w:rsidR="000752EE">
        <w:t>wertvolle</w:t>
      </w:r>
      <w:r w:rsidRPr="00D06F97">
        <w:t xml:space="preserve"> Erfahrungen in den Bereichen Prozessoptimierung, Digitalisierung und strategische Unternehmensentwicklung. </w:t>
      </w:r>
      <w:r w:rsidR="0027753C">
        <w:t>„</w:t>
      </w:r>
      <w:r w:rsidR="009E1E9B">
        <w:t>Nun gilt es</w:t>
      </w:r>
      <w:r w:rsidR="0027753C">
        <w:t xml:space="preserve">, mutig anzupacken, neue Chancen wahrzunehmen und die Zukunft </w:t>
      </w:r>
      <w:r w:rsidR="008F2D2A">
        <w:t xml:space="preserve">von CompData und unseren Kunden </w:t>
      </w:r>
      <w:r w:rsidR="0027753C">
        <w:t xml:space="preserve">erfolgreich zu gestalten. Die Erfahrungen aus der Beratung möchte ich gezielt in unser Familienunternehmen einbringen“, erklärt Maximilian Veit. </w:t>
      </w:r>
      <w:r w:rsidR="00853A56">
        <w:t xml:space="preserve">Die </w:t>
      </w:r>
      <w:r w:rsidR="00853A56">
        <w:lastRenderedPageBreak/>
        <w:t xml:space="preserve">geplante Übergabe </w:t>
      </w:r>
      <w:r w:rsidR="00237B4F">
        <w:t xml:space="preserve">bei CompData </w:t>
      </w:r>
      <w:r w:rsidR="00853A56">
        <w:t>erfolgt schrittweise und gemeinsam mit dem bestehenden Team. Für Kunden bedeutet dies: vertraute Ansprechpartner, bewährte Lösungen und gleichzeitig neue Impulse für digitale Zukunftsthemen.</w:t>
      </w:r>
    </w:p>
    <w:p w14:paraId="07B6597D" w14:textId="77777777" w:rsidR="00495FD4" w:rsidRDefault="00495FD4" w:rsidP="00495FD4"/>
    <w:p w14:paraId="7993D02C" w14:textId="77777777" w:rsidR="00D128E4" w:rsidRDefault="00596D6C" w:rsidP="00D36B23">
      <w:bookmarkStart w:id="1" w:name="_Hlk64627249"/>
      <w:r w:rsidRPr="00D90943">
        <w:t>Weitere a</w:t>
      </w:r>
      <w:r w:rsidR="00D128E4" w:rsidRPr="00D90943">
        <w:t xml:space="preserve">ktuelle Themen und Infos unter </w:t>
      </w:r>
      <w:hyperlink r:id="rId10" w:history="1">
        <w:r w:rsidR="00D128E4" w:rsidRPr="00D90943">
          <w:rPr>
            <w:rStyle w:val="Hyperlink"/>
            <w:rFonts w:ascii="Arial" w:hAnsi="Arial"/>
            <w:color w:val="auto"/>
            <w:sz w:val="20"/>
            <w:szCs w:val="20"/>
          </w:rPr>
          <w:t>https://www.compdata.de/aktuelles/</w:t>
        </w:r>
      </w:hyperlink>
      <w:r w:rsidR="00D128E4" w:rsidRPr="00D90943">
        <w:t xml:space="preserve">. </w:t>
      </w:r>
    </w:p>
    <w:p w14:paraId="6ACB2727" w14:textId="77777777" w:rsidR="00352CF3" w:rsidRDefault="00352CF3" w:rsidP="00D36B23"/>
    <w:p w14:paraId="3ACE489E" w14:textId="77777777" w:rsidR="00352CF3" w:rsidRDefault="00352CF3" w:rsidP="00352CF3">
      <w:pPr>
        <w:rPr>
          <w:b/>
          <w:bCs/>
        </w:rPr>
      </w:pPr>
      <w:r w:rsidRPr="00596D6C">
        <w:rPr>
          <w:b/>
          <w:bCs/>
        </w:rPr>
        <w:t>Bildmaterial</w:t>
      </w:r>
    </w:p>
    <w:p w14:paraId="0EB234CE" w14:textId="066D2642" w:rsidR="00352CF3" w:rsidRDefault="00352CF3" w:rsidP="00352CF3">
      <w:r>
        <w:rPr>
          <w:b/>
          <w:bCs/>
        </w:rPr>
        <w:t xml:space="preserve">Datei: </w:t>
      </w:r>
      <w:r w:rsidR="004E55CE" w:rsidRPr="004E55CE">
        <w:t>Pressefoto-CompData-Nachfolge-2026-13x18</w:t>
      </w:r>
    </w:p>
    <w:p w14:paraId="5AD8CADA" w14:textId="292440E8" w:rsidR="00352CF3" w:rsidRDefault="00114077" w:rsidP="00352CF3">
      <w:pPr>
        <w:rPr>
          <w:b/>
          <w:bCs/>
        </w:rPr>
      </w:pPr>
      <w:r w:rsidRPr="00114077">
        <w:rPr>
          <w:b/>
          <w:bCs/>
          <w:noProof/>
        </w:rPr>
        <w:drawing>
          <wp:inline distT="0" distB="0" distL="0" distR="0" wp14:anchorId="6EDAC9D0" wp14:editId="64411615">
            <wp:extent cx="2114641" cy="1524000"/>
            <wp:effectExtent l="0" t="0" r="0" b="0"/>
            <wp:docPr id="666013566" name="Grafik 1" descr="Ein Bild, das Kleidung, Person, Lächel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013566" name="Grafik 1" descr="Ein Bild, das Kleidung, Person, Lächeln, Menschliches Gesicht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6844" cy="152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E444C" w14:textId="6D826AFB" w:rsidR="00352CF3" w:rsidRPr="00114077" w:rsidRDefault="004E55CE" w:rsidP="00352CF3">
      <w:r w:rsidRPr="004E55CE">
        <w:t>Mit dem Einstieg von Maximilian Veit</w:t>
      </w:r>
      <w:r>
        <w:t xml:space="preserve"> (</w:t>
      </w:r>
      <w:proofErr w:type="spellStart"/>
      <w:r>
        <w:t>re</w:t>
      </w:r>
      <w:proofErr w:type="spellEnd"/>
      <w:r>
        <w:t>)</w:t>
      </w:r>
      <w:r w:rsidRPr="004E55CE">
        <w:t>, Sohn des geschäftsführenden Gesellschafters Reiner Veit</w:t>
      </w:r>
      <w:r>
        <w:t xml:space="preserve"> (li)</w:t>
      </w:r>
      <w:r w:rsidRPr="004E55CE">
        <w:t>, beginnt eine strukturierte Übergabe innerhalb des Familienunternehmens</w:t>
      </w:r>
      <w:r w:rsidR="00FF2AE9">
        <w:t xml:space="preserve"> </w:t>
      </w:r>
      <w:r w:rsidR="00FF2AE9" w:rsidRPr="00FF2AE9">
        <w:t>CompData</w:t>
      </w:r>
      <w:r w:rsidRPr="004E55CE">
        <w:t xml:space="preserve">. </w:t>
      </w:r>
    </w:p>
    <w:bookmarkEnd w:id="1"/>
    <w:p w14:paraId="2B0E8D66" w14:textId="77777777" w:rsidR="00DE22C4" w:rsidRDefault="00DE22C4" w:rsidP="00D36B23"/>
    <w:p w14:paraId="33594173" w14:textId="11094872" w:rsidR="00A730A2" w:rsidRPr="00D36B23" w:rsidRDefault="00A730A2" w:rsidP="00A730A2">
      <w:pPr>
        <w:rPr>
          <w:b/>
        </w:rPr>
      </w:pPr>
      <w:bookmarkStart w:id="2" w:name="_Hlk61949187"/>
      <w:r>
        <w:rPr>
          <w:b/>
        </w:rPr>
        <w:t xml:space="preserve">Über </w:t>
      </w:r>
      <w:r w:rsidRPr="00D36B23">
        <w:rPr>
          <w:b/>
        </w:rPr>
        <w:t>CompData</w:t>
      </w:r>
    </w:p>
    <w:p w14:paraId="5C812555" w14:textId="279C5E97" w:rsidR="008E0524" w:rsidRDefault="00A730A2" w:rsidP="008E0524">
      <w:r>
        <w:t xml:space="preserve">Die CompData Computer GmbH ist ein System- und Softwarehaus für mittelständische Unternehmen im deutschsprachigen Raum. Seit 50 Jahren begleitet CompData Kunden bei der Planung, Umsetzung und dem Betrieb leistungsfähiger IT-Infrastrukturen und digitaler Geschäftsprozesse. Das Leistungsportfolio umfasst ganzheitliche IT-Beratung, zuverlässige Hard- und Software sowie stabile und sichere IT-Security-Lösungen. Insgesamt rund 1.000 Kunden vertrauen auf die langfristige Betreuung durch das über 90-köpfige Team. Kontinuierliche Weiterbildung und Zertifizierungen bei führenden Technologiepartnern sichern die hohe Qualität der Lösungen und Services. </w:t>
      </w:r>
      <w:hyperlink r:id="rId12">
        <w:r w:rsidRPr="69E209EE">
          <w:rPr>
            <w:rStyle w:val="Hyperlink"/>
            <w:rFonts w:ascii="Arial" w:hAnsi="Arial"/>
            <w:sz w:val="20"/>
            <w:szCs w:val="20"/>
          </w:rPr>
          <w:t>www.compdata.de</w:t>
        </w:r>
      </w:hyperlink>
      <w:r>
        <w:t xml:space="preserve"> </w:t>
      </w:r>
    </w:p>
    <w:bookmarkEnd w:id="2"/>
    <w:p w14:paraId="61822430" w14:textId="77777777" w:rsidR="000059AA" w:rsidRPr="003C239E" w:rsidRDefault="00D05531" w:rsidP="00D36B2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30840F" wp14:editId="39470605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E911B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"/>
            </w:pict>
          </mc:Fallback>
        </mc:AlternateContent>
      </w:r>
    </w:p>
    <w:p w14:paraId="58B33E5F" w14:textId="77777777" w:rsidR="000059AA" w:rsidRPr="00D36B23" w:rsidRDefault="000059AA" w:rsidP="00D36B23">
      <w:pPr>
        <w:rPr>
          <w:b/>
          <w:sz w:val="16"/>
        </w:rPr>
      </w:pPr>
      <w:r w:rsidRPr="00D36B23">
        <w:rPr>
          <w:b/>
          <w:sz w:val="16"/>
        </w:rPr>
        <w:t>Weitere Informationen und Bildmaterial können Sie gerne anfordern bei:</w:t>
      </w:r>
    </w:p>
    <w:p w14:paraId="6F6CA2CB" w14:textId="77777777" w:rsidR="00272F5F" w:rsidRPr="00D36B23" w:rsidRDefault="00272F5F" w:rsidP="00D36B23">
      <w:pPr>
        <w:rPr>
          <w:sz w:val="16"/>
        </w:rPr>
      </w:pPr>
      <w:r w:rsidRPr="00D36B23">
        <w:rPr>
          <w:sz w:val="16"/>
        </w:rPr>
        <w:t>kommunikation.pur</w:t>
      </w:r>
      <w:r w:rsidR="006E28E4">
        <w:rPr>
          <w:sz w:val="16"/>
        </w:rPr>
        <w:t xml:space="preserve"> GmbH</w:t>
      </w:r>
      <w:r w:rsidRPr="00D36B23">
        <w:rPr>
          <w:sz w:val="16"/>
        </w:rPr>
        <w:t>, Claudia Fröhlich, Sendlinger Straße 3</w:t>
      </w:r>
      <w:r w:rsidR="001C1923">
        <w:rPr>
          <w:sz w:val="16"/>
        </w:rPr>
        <w:t>1</w:t>
      </w:r>
      <w:r w:rsidRPr="00D36B23">
        <w:rPr>
          <w:sz w:val="16"/>
        </w:rPr>
        <w:t>, 80331 München</w:t>
      </w:r>
    </w:p>
    <w:p w14:paraId="35AE2F3F" w14:textId="77777777" w:rsidR="00CD3E9B" w:rsidRPr="00D36B23" w:rsidRDefault="00272F5F" w:rsidP="00D36B23">
      <w:pPr>
        <w:rPr>
          <w:sz w:val="16"/>
        </w:rPr>
      </w:pPr>
      <w:r w:rsidRPr="00D36B23">
        <w:rPr>
          <w:sz w:val="16"/>
        </w:rPr>
        <w:t>Telefon: +49.89.23 23 63 49, Fax: +49.89.23 23 63 51, E-Mail: froehlich@kommunikationpur.com</w:t>
      </w:r>
    </w:p>
    <w:sectPr w:rsidR="00CD3E9B" w:rsidRPr="00D36B23" w:rsidSect="00916D03">
      <w:headerReference w:type="default" r:id="rId13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74E48" w14:textId="77777777" w:rsidR="00D168AB" w:rsidRDefault="00D168AB" w:rsidP="00D36B23">
      <w:r>
        <w:separator/>
      </w:r>
    </w:p>
  </w:endnote>
  <w:endnote w:type="continuationSeparator" w:id="0">
    <w:p w14:paraId="7B19DEFE" w14:textId="77777777" w:rsidR="00D168AB" w:rsidRDefault="00D168AB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6473" w14:textId="77777777" w:rsidR="00D168AB" w:rsidRDefault="00D168AB" w:rsidP="00D36B23">
      <w:r>
        <w:separator/>
      </w:r>
    </w:p>
  </w:footnote>
  <w:footnote w:type="continuationSeparator" w:id="0">
    <w:p w14:paraId="1753D6D3" w14:textId="77777777" w:rsidR="00D168AB" w:rsidRDefault="00D168AB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04298" w14:textId="77777777" w:rsidR="00060D65" w:rsidRDefault="00954777" w:rsidP="00D36B23">
    <w:pPr>
      <w:pStyle w:val="Kopfzeile"/>
    </w:pPr>
    <w:r>
      <w:rPr>
        <w:noProof/>
      </w:rPr>
      <w:drawing>
        <wp:inline distT="0" distB="0" distL="0" distR="0" wp14:anchorId="6712230C" wp14:editId="3DD76F1B">
          <wp:extent cx="2182091" cy="581524"/>
          <wp:effectExtent l="0" t="0" r="0" b="0"/>
          <wp:docPr id="3" name="Grafik 3" descr="H:\Kunden\CompData_sg_cf\Kundenordner\Logo\2016_NEU\Logo_COMPDATA_NEU\Compdat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CompData_sg_cf\Kundenordner\Logo\2016_NEU\Logo_COMPDATA_NEU\Compdata_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4"/>
                  <a:stretch/>
                </pic:blipFill>
                <pic:spPr bwMode="auto">
                  <a:xfrm>
                    <a:off x="0" y="0"/>
                    <a:ext cx="2183478" cy="581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678D46" w14:textId="77777777" w:rsidR="00060D65" w:rsidRDefault="00060D65" w:rsidP="00D36B23">
    <w:pPr>
      <w:pStyle w:val="Kopfzeile"/>
    </w:pPr>
  </w:p>
  <w:p w14:paraId="10A377EC" w14:textId="77777777" w:rsidR="00060D65" w:rsidRDefault="00060D65" w:rsidP="00D36B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172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2B"/>
    <w:rsid w:val="0000265C"/>
    <w:rsid w:val="000059AA"/>
    <w:rsid w:val="00007790"/>
    <w:rsid w:val="00012A03"/>
    <w:rsid w:val="000173BC"/>
    <w:rsid w:val="00017FA5"/>
    <w:rsid w:val="000213DD"/>
    <w:rsid w:val="00024C33"/>
    <w:rsid w:val="00034218"/>
    <w:rsid w:val="00044B7F"/>
    <w:rsid w:val="00051AF0"/>
    <w:rsid w:val="0005335A"/>
    <w:rsid w:val="000548BE"/>
    <w:rsid w:val="00055C7B"/>
    <w:rsid w:val="00060D65"/>
    <w:rsid w:val="00060F26"/>
    <w:rsid w:val="000615F8"/>
    <w:rsid w:val="00061EE1"/>
    <w:rsid w:val="00064D0D"/>
    <w:rsid w:val="00070B51"/>
    <w:rsid w:val="0007132C"/>
    <w:rsid w:val="00071A1C"/>
    <w:rsid w:val="000735D6"/>
    <w:rsid w:val="000752EE"/>
    <w:rsid w:val="00082181"/>
    <w:rsid w:val="000832EA"/>
    <w:rsid w:val="0009608A"/>
    <w:rsid w:val="000A20EB"/>
    <w:rsid w:val="000A252D"/>
    <w:rsid w:val="000A3424"/>
    <w:rsid w:val="000A36C0"/>
    <w:rsid w:val="000A6603"/>
    <w:rsid w:val="000B1C2B"/>
    <w:rsid w:val="000B3974"/>
    <w:rsid w:val="000B3F78"/>
    <w:rsid w:val="000C0321"/>
    <w:rsid w:val="000C26AF"/>
    <w:rsid w:val="000C3C37"/>
    <w:rsid w:val="000D0957"/>
    <w:rsid w:val="000D1371"/>
    <w:rsid w:val="000D29B6"/>
    <w:rsid w:val="000D3E8D"/>
    <w:rsid w:val="000E0200"/>
    <w:rsid w:val="00104F0D"/>
    <w:rsid w:val="001075DC"/>
    <w:rsid w:val="00110654"/>
    <w:rsid w:val="00111648"/>
    <w:rsid w:val="00113B3D"/>
    <w:rsid w:val="00114077"/>
    <w:rsid w:val="00123B0F"/>
    <w:rsid w:val="00125B97"/>
    <w:rsid w:val="00134373"/>
    <w:rsid w:val="0013547E"/>
    <w:rsid w:val="001359CA"/>
    <w:rsid w:val="0014311E"/>
    <w:rsid w:val="00144FAE"/>
    <w:rsid w:val="001519D0"/>
    <w:rsid w:val="00152DA5"/>
    <w:rsid w:val="00152DEC"/>
    <w:rsid w:val="00153AF5"/>
    <w:rsid w:val="00154B5C"/>
    <w:rsid w:val="00157EE3"/>
    <w:rsid w:val="001665DB"/>
    <w:rsid w:val="00167921"/>
    <w:rsid w:val="00171FDC"/>
    <w:rsid w:val="00182837"/>
    <w:rsid w:val="0018298C"/>
    <w:rsid w:val="0018758E"/>
    <w:rsid w:val="0019647B"/>
    <w:rsid w:val="001969BF"/>
    <w:rsid w:val="00196DC6"/>
    <w:rsid w:val="001A3253"/>
    <w:rsid w:val="001C1923"/>
    <w:rsid w:val="001C6CD4"/>
    <w:rsid w:val="001E2AA7"/>
    <w:rsid w:val="001E44C5"/>
    <w:rsid w:val="001E50E3"/>
    <w:rsid w:val="001F3552"/>
    <w:rsid w:val="002023F2"/>
    <w:rsid w:val="00202EC9"/>
    <w:rsid w:val="002046E1"/>
    <w:rsid w:val="00206ED9"/>
    <w:rsid w:val="00207EF6"/>
    <w:rsid w:val="00210269"/>
    <w:rsid w:val="00213EEE"/>
    <w:rsid w:val="00217121"/>
    <w:rsid w:val="0022448A"/>
    <w:rsid w:val="00226478"/>
    <w:rsid w:val="00232173"/>
    <w:rsid w:val="00233D82"/>
    <w:rsid w:val="00237B4F"/>
    <w:rsid w:val="002559BB"/>
    <w:rsid w:val="00257C74"/>
    <w:rsid w:val="002627FF"/>
    <w:rsid w:val="00272A8B"/>
    <w:rsid w:val="00272F5F"/>
    <w:rsid w:val="002746D7"/>
    <w:rsid w:val="0027753C"/>
    <w:rsid w:val="002811FB"/>
    <w:rsid w:val="00287A19"/>
    <w:rsid w:val="00293150"/>
    <w:rsid w:val="00296668"/>
    <w:rsid w:val="00296A14"/>
    <w:rsid w:val="00297F93"/>
    <w:rsid w:val="002A16F2"/>
    <w:rsid w:val="002A4DA9"/>
    <w:rsid w:val="002A7BBE"/>
    <w:rsid w:val="002B4F02"/>
    <w:rsid w:val="002C09A7"/>
    <w:rsid w:val="002C3635"/>
    <w:rsid w:val="002C3FA8"/>
    <w:rsid w:val="002D14B9"/>
    <w:rsid w:val="002D6726"/>
    <w:rsid w:val="002D740E"/>
    <w:rsid w:val="002E3F59"/>
    <w:rsid w:val="002E4F48"/>
    <w:rsid w:val="002F2239"/>
    <w:rsid w:val="002F3CAA"/>
    <w:rsid w:val="002F3E28"/>
    <w:rsid w:val="002F427B"/>
    <w:rsid w:val="00305669"/>
    <w:rsid w:val="0032089B"/>
    <w:rsid w:val="003220A5"/>
    <w:rsid w:val="00323953"/>
    <w:rsid w:val="003244DC"/>
    <w:rsid w:val="00330589"/>
    <w:rsid w:val="00331938"/>
    <w:rsid w:val="00332B3A"/>
    <w:rsid w:val="00343081"/>
    <w:rsid w:val="003503FB"/>
    <w:rsid w:val="00352CF3"/>
    <w:rsid w:val="00354CEF"/>
    <w:rsid w:val="00357A14"/>
    <w:rsid w:val="00360117"/>
    <w:rsid w:val="00362272"/>
    <w:rsid w:val="00363785"/>
    <w:rsid w:val="0036699D"/>
    <w:rsid w:val="00366CDA"/>
    <w:rsid w:val="003710F9"/>
    <w:rsid w:val="00381664"/>
    <w:rsid w:val="003827FE"/>
    <w:rsid w:val="003836AF"/>
    <w:rsid w:val="00383B26"/>
    <w:rsid w:val="003850E0"/>
    <w:rsid w:val="00387090"/>
    <w:rsid w:val="00390276"/>
    <w:rsid w:val="00391019"/>
    <w:rsid w:val="003A3949"/>
    <w:rsid w:val="003B2859"/>
    <w:rsid w:val="003B2998"/>
    <w:rsid w:val="003B5E60"/>
    <w:rsid w:val="003C239E"/>
    <w:rsid w:val="003D03B3"/>
    <w:rsid w:val="003D1B19"/>
    <w:rsid w:val="003D2297"/>
    <w:rsid w:val="003D4FE2"/>
    <w:rsid w:val="003D5DE1"/>
    <w:rsid w:val="003D713F"/>
    <w:rsid w:val="003E5372"/>
    <w:rsid w:val="003E660E"/>
    <w:rsid w:val="003F61D2"/>
    <w:rsid w:val="004071B6"/>
    <w:rsid w:val="004072C6"/>
    <w:rsid w:val="00410269"/>
    <w:rsid w:val="004112CF"/>
    <w:rsid w:val="00416D31"/>
    <w:rsid w:val="00417C82"/>
    <w:rsid w:val="00421336"/>
    <w:rsid w:val="00424521"/>
    <w:rsid w:val="00424A5A"/>
    <w:rsid w:val="004259C3"/>
    <w:rsid w:val="00431036"/>
    <w:rsid w:val="00432530"/>
    <w:rsid w:val="00432E2C"/>
    <w:rsid w:val="00434F33"/>
    <w:rsid w:val="0043638C"/>
    <w:rsid w:val="004371DE"/>
    <w:rsid w:val="00450028"/>
    <w:rsid w:val="00452F21"/>
    <w:rsid w:val="0045508B"/>
    <w:rsid w:val="00463ADE"/>
    <w:rsid w:val="00470F93"/>
    <w:rsid w:val="0047117A"/>
    <w:rsid w:val="00472BD9"/>
    <w:rsid w:val="004755AC"/>
    <w:rsid w:val="00483C07"/>
    <w:rsid w:val="0048715E"/>
    <w:rsid w:val="00495FD4"/>
    <w:rsid w:val="00497D8C"/>
    <w:rsid w:val="004A15DB"/>
    <w:rsid w:val="004A3717"/>
    <w:rsid w:val="004A5C60"/>
    <w:rsid w:val="004B0DC1"/>
    <w:rsid w:val="004B1203"/>
    <w:rsid w:val="004B603B"/>
    <w:rsid w:val="004D0E61"/>
    <w:rsid w:val="004D25E1"/>
    <w:rsid w:val="004E27A4"/>
    <w:rsid w:val="004E55CE"/>
    <w:rsid w:val="004E5D7E"/>
    <w:rsid w:val="004E6FF7"/>
    <w:rsid w:val="00500910"/>
    <w:rsid w:val="00501A49"/>
    <w:rsid w:val="00501AFF"/>
    <w:rsid w:val="0050209F"/>
    <w:rsid w:val="00502E14"/>
    <w:rsid w:val="005072A0"/>
    <w:rsid w:val="00507F31"/>
    <w:rsid w:val="005136D9"/>
    <w:rsid w:val="00513735"/>
    <w:rsid w:val="0052126F"/>
    <w:rsid w:val="005245D4"/>
    <w:rsid w:val="00525628"/>
    <w:rsid w:val="00525839"/>
    <w:rsid w:val="005273AA"/>
    <w:rsid w:val="005365AD"/>
    <w:rsid w:val="00541444"/>
    <w:rsid w:val="005424C3"/>
    <w:rsid w:val="00550987"/>
    <w:rsid w:val="00553006"/>
    <w:rsid w:val="00553C91"/>
    <w:rsid w:val="00554812"/>
    <w:rsid w:val="00554FE9"/>
    <w:rsid w:val="00556162"/>
    <w:rsid w:val="00563F5A"/>
    <w:rsid w:val="00564FAC"/>
    <w:rsid w:val="00566E1C"/>
    <w:rsid w:val="005708FB"/>
    <w:rsid w:val="00570F68"/>
    <w:rsid w:val="00582319"/>
    <w:rsid w:val="00583147"/>
    <w:rsid w:val="00584A77"/>
    <w:rsid w:val="00590AE5"/>
    <w:rsid w:val="005913E9"/>
    <w:rsid w:val="00593F46"/>
    <w:rsid w:val="00596D6C"/>
    <w:rsid w:val="00596E77"/>
    <w:rsid w:val="005A10F8"/>
    <w:rsid w:val="005A1FB8"/>
    <w:rsid w:val="005A6904"/>
    <w:rsid w:val="005A6E9C"/>
    <w:rsid w:val="005A7BF5"/>
    <w:rsid w:val="005B347E"/>
    <w:rsid w:val="005B3F68"/>
    <w:rsid w:val="005B5646"/>
    <w:rsid w:val="005C0975"/>
    <w:rsid w:val="005C4EE0"/>
    <w:rsid w:val="005C681A"/>
    <w:rsid w:val="005D37F0"/>
    <w:rsid w:val="005E139C"/>
    <w:rsid w:val="005E1E33"/>
    <w:rsid w:val="005F6730"/>
    <w:rsid w:val="006002F5"/>
    <w:rsid w:val="00600ED3"/>
    <w:rsid w:val="00603A0A"/>
    <w:rsid w:val="006063F0"/>
    <w:rsid w:val="00607525"/>
    <w:rsid w:val="0061072B"/>
    <w:rsid w:val="00611D3E"/>
    <w:rsid w:val="00625F52"/>
    <w:rsid w:val="00630088"/>
    <w:rsid w:val="006321F4"/>
    <w:rsid w:val="00635C36"/>
    <w:rsid w:val="0063778F"/>
    <w:rsid w:val="00641054"/>
    <w:rsid w:val="00641CFD"/>
    <w:rsid w:val="00642398"/>
    <w:rsid w:val="00645231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86FF1"/>
    <w:rsid w:val="006917D7"/>
    <w:rsid w:val="00693438"/>
    <w:rsid w:val="006937AF"/>
    <w:rsid w:val="006944FC"/>
    <w:rsid w:val="006A1389"/>
    <w:rsid w:val="006A3259"/>
    <w:rsid w:val="006A4A9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1FC"/>
    <w:rsid w:val="006F727B"/>
    <w:rsid w:val="00721FBF"/>
    <w:rsid w:val="00723318"/>
    <w:rsid w:val="0073020D"/>
    <w:rsid w:val="0073091A"/>
    <w:rsid w:val="00731144"/>
    <w:rsid w:val="00746928"/>
    <w:rsid w:val="00746A3E"/>
    <w:rsid w:val="007477EF"/>
    <w:rsid w:val="007479D7"/>
    <w:rsid w:val="00755161"/>
    <w:rsid w:val="007555A7"/>
    <w:rsid w:val="00761CFF"/>
    <w:rsid w:val="007645A9"/>
    <w:rsid w:val="007759AB"/>
    <w:rsid w:val="00784853"/>
    <w:rsid w:val="00785D24"/>
    <w:rsid w:val="0078681F"/>
    <w:rsid w:val="00791275"/>
    <w:rsid w:val="0079151E"/>
    <w:rsid w:val="00793557"/>
    <w:rsid w:val="00793A9C"/>
    <w:rsid w:val="00793F0E"/>
    <w:rsid w:val="007955EE"/>
    <w:rsid w:val="00797630"/>
    <w:rsid w:val="007A0207"/>
    <w:rsid w:val="007A227C"/>
    <w:rsid w:val="007A2BEF"/>
    <w:rsid w:val="007A3413"/>
    <w:rsid w:val="007B063D"/>
    <w:rsid w:val="007B1E74"/>
    <w:rsid w:val="007B733F"/>
    <w:rsid w:val="007C1D6F"/>
    <w:rsid w:val="007C2E51"/>
    <w:rsid w:val="007C5C4A"/>
    <w:rsid w:val="008005EC"/>
    <w:rsid w:val="00801AB8"/>
    <w:rsid w:val="008021C0"/>
    <w:rsid w:val="00812B6D"/>
    <w:rsid w:val="0082215C"/>
    <w:rsid w:val="00823D5F"/>
    <w:rsid w:val="00824706"/>
    <w:rsid w:val="00827AEC"/>
    <w:rsid w:val="00841086"/>
    <w:rsid w:val="0085388C"/>
    <w:rsid w:val="00853A56"/>
    <w:rsid w:val="00855BB3"/>
    <w:rsid w:val="00862911"/>
    <w:rsid w:val="008635C6"/>
    <w:rsid w:val="00863CCC"/>
    <w:rsid w:val="00864EDF"/>
    <w:rsid w:val="008727FF"/>
    <w:rsid w:val="008760F0"/>
    <w:rsid w:val="00885C95"/>
    <w:rsid w:val="00895A6A"/>
    <w:rsid w:val="008A4602"/>
    <w:rsid w:val="008B262F"/>
    <w:rsid w:val="008B7F86"/>
    <w:rsid w:val="008C2337"/>
    <w:rsid w:val="008C4DD2"/>
    <w:rsid w:val="008E0524"/>
    <w:rsid w:val="008E356D"/>
    <w:rsid w:val="008E3C15"/>
    <w:rsid w:val="008E6D03"/>
    <w:rsid w:val="008E6F31"/>
    <w:rsid w:val="008F2D2A"/>
    <w:rsid w:val="008F5E98"/>
    <w:rsid w:val="008F6CA0"/>
    <w:rsid w:val="008F7013"/>
    <w:rsid w:val="009007ED"/>
    <w:rsid w:val="00900DBD"/>
    <w:rsid w:val="00903A4E"/>
    <w:rsid w:val="0090733E"/>
    <w:rsid w:val="00911D90"/>
    <w:rsid w:val="00913940"/>
    <w:rsid w:val="00916BF2"/>
    <w:rsid w:val="00916D03"/>
    <w:rsid w:val="00917121"/>
    <w:rsid w:val="009174BD"/>
    <w:rsid w:val="00917978"/>
    <w:rsid w:val="00922056"/>
    <w:rsid w:val="009225D7"/>
    <w:rsid w:val="009226A7"/>
    <w:rsid w:val="009232E8"/>
    <w:rsid w:val="00925875"/>
    <w:rsid w:val="009259EF"/>
    <w:rsid w:val="00930B1C"/>
    <w:rsid w:val="00933117"/>
    <w:rsid w:val="009335C8"/>
    <w:rsid w:val="0094471D"/>
    <w:rsid w:val="00944F48"/>
    <w:rsid w:val="0094533C"/>
    <w:rsid w:val="00946C5D"/>
    <w:rsid w:val="00946E82"/>
    <w:rsid w:val="00954777"/>
    <w:rsid w:val="0096638B"/>
    <w:rsid w:val="009674E1"/>
    <w:rsid w:val="00973385"/>
    <w:rsid w:val="00974122"/>
    <w:rsid w:val="00975DCC"/>
    <w:rsid w:val="00980147"/>
    <w:rsid w:val="009816A0"/>
    <w:rsid w:val="00982A51"/>
    <w:rsid w:val="00982DEC"/>
    <w:rsid w:val="009861F9"/>
    <w:rsid w:val="00991A36"/>
    <w:rsid w:val="00996182"/>
    <w:rsid w:val="009A6DC5"/>
    <w:rsid w:val="009B0261"/>
    <w:rsid w:val="009B38F9"/>
    <w:rsid w:val="009B3C55"/>
    <w:rsid w:val="009B52D7"/>
    <w:rsid w:val="009C50BD"/>
    <w:rsid w:val="009D3590"/>
    <w:rsid w:val="009E1E9B"/>
    <w:rsid w:val="009E2893"/>
    <w:rsid w:val="009E5819"/>
    <w:rsid w:val="009E63EB"/>
    <w:rsid w:val="009F5955"/>
    <w:rsid w:val="009F5E9B"/>
    <w:rsid w:val="00A0156B"/>
    <w:rsid w:val="00A06DA0"/>
    <w:rsid w:val="00A07F42"/>
    <w:rsid w:val="00A1462D"/>
    <w:rsid w:val="00A156BA"/>
    <w:rsid w:val="00A15F1F"/>
    <w:rsid w:val="00A20D82"/>
    <w:rsid w:val="00A23382"/>
    <w:rsid w:val="00A2487A"/>
    <w:rsid w:val="00A27CD8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0A2"/>
    <w:rsid w:val="00A7354D"/>
    <w:rsid w:val="00A73574"/>
    <w:rsid w:val="00A77438"/>
    <w:rsid w:val="00A85069"/>
    <w:rsid w:val="00A919F1"/>
    <w:rsid w:val="00AA0D3D"/>
    <w:rsid w:val="00AA6517"/>
    <w:rsid w:val="00AA7463"/>
    <w:rsid w:val="00AB1D90"/>
    <w:rsid w:val="00AD0915"/>
    <w:rsid w:val="00AD0F19"/>
    <w:rsid w:val="00AE4D6E"/>
    <w:rsid w:val="00AE5C0C"/>
    <w:rsid w:val="00AF0589"/>
    <w:rsid w:val="00AF4E4D"/>
    <w:rsid w:val="00B01F1B"/>
    <w:rsid w:val="00B03FE5"/>
    <w:rsid w:val="00B101D6"/>
    <w:rsid w:val="00B14070"/>
    <w:rsid w:val="00B173CE"/>
    <w:rsid w:val="00B2058E"/>
    <w:rsid w:val="00B30951"/>
    <w:rsid w:val="00B41403"/>
    <w:rsid w:val="00B4322F"/>
    <w:rsid w:val="00B537EB"/>
    <w:rsid w:val="00B61E43"/>
    <w:rsid w:val="00B650E9"/>
    <w:rsid w:val="00B7687B"/>
    <w:rsid w:val="00B8021F"/>
    <w:rsid w:val="00B8490D"/>
    <w:rsid w:val="00B95FD0"/>
    <w:rsid w:val="00BA358A"/>
    <w:rsid w:val="00BA571C"/>
    <w:rsid w:val="00BA5BE8"/>
    <w:rsid w:val="00BA7408"/>
    <w:rsid w:val="00BB642A"/>
    <w:rsid w:val="00BB6677"/>
    <w:rsid w:val="00BC32F5"/>
    <w:rsid w:val="00BC6156"/>
    <w:rsid w:val="00BD2A5E"/>
    <w:rsid w:val="00BD3316"/>
    <w:rsid w:val="00BD3A14"/>
    <w:rsid w:val="00BD4D8F"/>
    <w:rsid w:val="00BD5CCC"/>
    <w:rsid w:val="00BD6FE8"/>
    <w:rsid w:val="00BE1CA0"/>
    <w:rsid w:val="00BE6C58"/>
    <w:rsid w:val="00BE7EC2"/>
    <w:rsid w:val="00BF0A71"/>
    <w:rsid w:val="00BF58EB"/>
    <w:rsid w:val="00C00867"/>
    <w:rsid w:val="00C01114"/>
    <w:rsid w:val="00C0357D"/>
    <w:rsid w:val="00C05388"/>
    <w:rsid w:val="00C1355C"/>
    <w:rsid w:val="00C16AA0"/>
    <w:rsid w:val="00C22366"/>
    <w:rsid w:val="00C25041"/>
    <w:rsid w:val="00C27845"/>
    <w:rsid w:val="00C30743"/>
    <w:rsid w:val="00C33AE9"/>
    <w:rsid w:val="00C46576"/>
    <w:rsid w:val="00C50DB7"/>
    <w:rsid w:val="00C52096"/>
    <w:rsid w:val="00C53195"/>
    <w:rsid w:val="00C54085"/>
    <w:rsid w:val="00C56A65"/>
    <w:rsid w:val="00C60419"/>
    <w:rsid w:val="00C63953"/>
    <w:rsid w:val="00C65B28"/>
    <w:rsid w:val="00C66E59"/>
    <w:rsid w:val="00C72F20"/>
    <w:rsid w:val="00C82E3C"/>
    <w:rsid w:val="00C84DA6"/>
    <w:rsid w:val="00C8583F"/>
    <w:rsid w:val="00C955B4"/>
    <w:rsid w:val="00C95AE8"/>
    <w:rsid w:val="00C965AE"/>
    <w:rsid w:val="00CA07A3"/>
    <w:rsid w:val="00CA07BF"/>
    <w:rsid w:val="00CA0E81"/>
    <w:rsid w:val="00CA23CA"/>
    <w:rsid w:val="00CB68FA"/>
    <w:rsid w:val="00CB72C3"/>
    <w:rsid w:val="00CC086A"/>
    <w:rsid w:val="00CC35B3"/>
    <w:rsid w:val="00CC6157"/>
    <w:rsid w:val="00CC6BF4"/>
    <w:rsid w:val="00CC781E"/>
    <w:rsid w:val="00CD0B32"/>
    <w:rsid w:val="00CD33FB"/>
    <w:rsid w:val="00CD3E9B"/>
    <w:rsid w:val="00CE0A77"/>
    <w:rsid w:val="00CE438B"/>
    <w:rsid w:val="00CF3881"/>
    <w:rsid w:val="00CF46B8"/>
    <w:rsid w:val="00D04D75"/>
    <w:rsid w:val="00D05205"/>
    <w:rsid w:val="00D05531"/>
    <w:rsid w:val="00D06C96"/>
    <w:rsid w:val="00D06F97"/>
    <w:rsid w:val="00D10FF9"/>
    <w:rsid w:val="00D123E7"/>
    <w:rsid w:val="00D128E4"/>
    <w:rsid w:val="00D168AB"/>
    <w:rsid w:val="00D16B9A"/>
    <w:rsid w:val="00D16D2F"/>
    <w:rsid w:val="00D2438E"/>
    <w:rsid w:val="00D25AC0"/>
    <w:rsid w:val="00D30998"/>
    <w:rsid w:val="00D33488"/>
    <w:rsid w:val="00D35749"/>
    <w:rsid w:val="00D36B23"/>
    <w:rsid w:val="00D436F8"/>
    <w:rsid w:val="00D44464"/>
    <w:rsid w:val="00D45548"/>
    <w:rsid w:val="00D609C0"/>
    <w:rsid w:val="00D62916"/>
    <w:rsid w:val="00D64193"/>
    <w:rsid w:val="00D6617E"/>
    <w:rsid w:val="00D67540"/>
    <w:rsid w:val="00D80056"/>
    <w:rsid w:val="00D81D07"/>
    <w:rsid w:val="00D842FC"/>
    <w:rsid w:val="00D862F2"/>
    <w:rsid w:val="00D863DD"/>
    <w:rsid w:val="00D87611"/>
    <w:rsid w:val="00D87EE5"/>
    <w:rsid w:val="00D90943"/>
    <w:rsid w:val="00D90DA6"/>
    <w:rsid w:val="00D91E3E"/>
    <w:rsid w:val="00D97F0A"/>
    <w:rsid w:val="00DA405C"/>
    <w:rsid w:val="00DA7B46"/>
    <w:rsid w:val="00DB32B2"/>
    <w:rsid w:val="00DB7148"/>
    <w:rsid w:val="00DC39E8"/>
    <w:rsid w:val="00DD314F"/>
    <w:rsid w:val="00DD4CEC"/>
    <w:rsid w:val="00DD75EC"/>
    <w:rsid w:val="00DE0A86"/>
    <w:rsid w:val="00DE22C4"/>
    <w:rsid w:val="00DE37EB"/>
    <w:rsid w:val="00DE39FF"/>
    <w:rsid w:val="00DE7A8E"/>
    <w:rsid w:val="00DF2CBD"/>
    <w:rsid w:val="00DF5684"/>
    <w:rsid w:val="00DF69DB"/>
    <w:rsid w:val="00E006CE"/>
    <w:rsid w:val="00E03016"/>
    <w:rsid w:val="00E05CF6"/>
    <w:rsid w:val="00E10FD6"/>
    <w:rsid w:val="00E24623"/>
    <w:rsid w:val="00E31603"/>
    <w:rsid w:val="00E32FDF"/>
    <w:rsid w:val="00E369DF"/>
    <w:rsid w:val="00E41329"/>
    <w:rsid w:val="00E5103A"/>
    <w:rsid w:val="00E560C0"/>
    <w:rsid w:val="00E56FC1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798"/>
    <w:rsid w:val="00EB1BF6"/>
    <w:rsid w:val="00EB520F"/>
    <w:rsid w:val="00EC5E86"/>
    <w:rsid w:val="00ED09AD"/>
    <w:rsid w:val="00ED21D7"/>
    <w:rsid w:val="00ED6AA7"/>
    <w:rsid w:val="00EE11CF"/>
    <w:rsid w:val="00EE175A"/>
    <w:rsid w:val="00EE22A8"/>
    <w:rsid w:val="00EE426F"/>
    <w:rsid w:val="00EE5947"/>
    <w:rsid w:val="00EE6F0A"/>
    <w:rsid w:val="00EE7259"/>
    <w:rsid w:val="00EE780A"/>
    <w:rsid w:val="00EF13FA"/>
    <w:rsid w:val="00EF2092"/>
    <w:rsid w:val="00EF54A2"/>
    <w:rsid w:val="00EF5543"/>
    <w:rsid w:val="00EF7129"/>
    <w:rsid w:val="00EF7C37"/>
    <w:rsid w:val="00F005CC"/>
    <w:rsid w:val="00F01DF7"/>
    <w:rsid w:val="00F03C86"/>
    <w:rsid w:val="00F06FBE"/>
    <w:rsid w:val="00F07CE0"/>
    <w:rsid w:val="00F108B7"/>
    <w:rsid w:val="00F10C7B"/>
    <w:rsid w:val="00F15A28"/>
    <w:rsid w:val="00F17BBB"/>
    <w:rsid w:val="00F2218A"/>
    <w:rsid w:val="00F25D6D"/>
    <w:rsid w:val="00F310BC"/>
    <w:rsid w:val="00F315A9"/>
    <w:rsid w:val="00F35633"/>
    <w:rsid w:val="00F4179C"/>
    <w:rsid w:val="00F42141"/>
    <w:rsid w:val="00F525CF"/>
    <w:rsid w:val="00F61B7F"/>
    <w:rsid w:val="00F62DF1"/>
    <w:rsid w:val="00F63E62"/>
    <w:rsid w:val="00F71A36"/>
    <w:rsid w:val="00F77224"/>
    <w:rsid w:val="00F81A1B"/>
    <w:rsid w:val="00F824DD"/>
    <w:rsid w:val="00F82635"/>
    <w:rsid w:val="00F835C4"/>
    <w:rsid w:val="00F85329"/>
    <w:rsid w:val="00F869F0"/>
    <w:rsid w:val="00F90EFF"/>
    <w:rsid w:val="00FA6F37"/>
    <w:rsid w:val="00FA78ED"/>
    <w:rsid w:val="00FA7964"/>
    <w:rsid w:val="00FB18F9"/>
    <w:rsid w:val="00FB6F1B"/>
    <w:rsid w:val="00FC063F"/>
    <w:rsid w:val="00FC138F"/>
    <w:rsid w:val="00FD1FBD"/>
    <w:rsid w:val="00FD21CE"/>
    <w:rsid w:val="00FD4266"/>
    <w:rsid w:val="00FE0110"/>
    <w:rsid w:val="00FE1729"/>
    <w:rsid w:val="00FF1A0B"/>
    <w:rsid w:val="00FF2AE9"/>
    <w:rsid w:val="00FF71B8"/>
    <w:rsid w:val="01F635B3"/>
    <w:rsid w:val="0814B5D2"/>
    <w:rsid w:val="24EEFEEC"/>
    <w:rsid w:val="27416D66"/>
    <w:rsid w:val="337B9F30"/>
    <w:rsid w:val="368D8BC0"/>
    <w:rsid w:val="372A0709"/>
    <w:rsid w:val="3D598A91"/>
    <w:rsid w:val="41A7F74D"/>
    <w:rsid w:val="4990FF68"/>
    <w:rsid w:val="50E3C3F5"/>
    <w:rsid w:val="541A30CA"/>
    <w:rsid w:val="68EB9311"/>
    <w:rsid w:val="7122A940"/>
    <w:rsid w:val="73EF559C"/>
    <w:rsid w:val="797A513C"/>
    <w:rsid w:val="7A11E48B"/>
    <w:rsid w:val="7A3C5FFD"/>
    <w:rsid w:val="7B3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53CC9"/>
  <w15:docId w15:val="{98C57F0E-E59D-48BF-9113-9C60E34C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128E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D0915"/>
    <w:rPr>
      <w:rFonts w:ascii="Arial" w:hAnsi="Arial" w:cs="Arial"/>
    </w:rPr>
  </w:style>
  <w:style w:type="table" w:styleId="Tabellenraster">
    <w:name w:val="Table Grid"/>
    <w:basedOn w:val="NormaleTabelle"/>
    <w:rsid w:val="00487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mpdata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ompdata.de/aktuell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froehlich.KPUR-NB16\kommunikation.pur%20GmbH\SharePoint%20-%20Dokumente\Team\Kunden\CompData_cf_pvt\Projektordner\A_Pressemitteilungen\PM_CompData_Vorlage_2026-XX-X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13491a-7e6f-4287-9534-ab232e81e77a" xsi:nil="true"/>
    <lcf76f155ced4ddcb4097134ff3c332f xmlns="f775f55a-9da5-4d7b-957a-de67a3365f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B0E86D1DEC04A8F990B6E4BB82CBF" ma:contentTypeVersion="13" ma:contentTypeDescription="Ein neues Dokument erstellen." ma:contentTypeScope="" ma:versionID="368ffb7ce3aeab7b817e320edf1dd3d9">
  <xsd:schema xmlns:xsd="http://www.w3.org/2001/XMLSchema" xmlns:xs="http://www.w3.org/2001/XMLSchema" xmlns:p="http://schemas.microsoft.com/office/2006/metadata/properties" xmlns:ns2="f775f55a-9da5-4d7b-957a-de67a3365fdb" xmlns:ns3="a313491a-7e6f-4287-9534-ab232e81e77a" targetNamespace="http://schemas.microsoft.com/office/2006/metadata/properties" ma:root="true" ma:fieldsID="39b6e62f76909425a809788dad186970" ns2:_="" ns3:_="">
    <xsd:import namespace="f775f55a-9da5-4d7b-957a-de67a3365fdb"/>
    <xsd:import namespace="a313491a-7e6f-4287-9534-ab232e81e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5f55a-9da5-4d7b-957a-de67a3365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eab5930-0762-4681-b2a1-2d440a77d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491a-7e6f-4287-9534-ab232e81e7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8ab708-95e3-4f7f-829a-fefcb275c6e7}" ma:internalName="TaxCatchAll" ma:showField="CatchAllData" ma:web="a313491a-7e6f-4287-9534-ab232e81e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A9552-95B2-48BE-A5C8-8C1E5C666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69CD6-697C-4769-B329-4C3C4E7B14C0}">
  <ds:schemaRefs>
    <ds:schemaRef ds:uri="http://schemas.microsoft.com/office/2006/metadata/properties"/>
    <ds:schemaRef ds:uri="http://schemas.microsoft.com/office/infopath/2007/PartnerControls"/>
    <ds:schemaRef ds:uri="a313491a-7e6f-4287-9534-ab232e81e77a"/>
    <ds:schemaRef ds:uri="f775f55a-9da5-4d7b-957a-de67a3365fdb"/>
  </ds:schemaRefs>
</ds:datastoreItem>
</file>

<file path=customXml/itemProps3.xml><?xml version="1.0" encoding="utf-8"?>
<ds:datastoreItem xmlns:ds="http://schemas.openxmlformats.org/officeDocument/2006/customXml" ds:itemID="{2DB5A25B-2106-4DE0-B305-11C048168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75f55a-9da5-4d7b-957a-de67a3365fdb"/>
    <ds:schemaRef ds:uri="a313491a-7e6f-4287-9534-ab232e81e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PM_CompData_Vorlage_2026-XX-XX</Template>
  <TotalTime>0</TotalTime>
  <Pages>2</Pages>
  <Words>490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PM_CompData</dc:title>
  <dc:creator>Claudia Fröhlich</dc:creator>
  <cp:lastModifiedBy>Claudia Froehlich - kommunikation.pur GmbH</cp:lastModifiedBy>
  <cp:revision>7</cp:revision>
  <dcterms:created xsi:type="dcterms:W3CDTF">2026-02-04T15:51:00Z</dcterms:created>
  <dcterms:modified xsi:type="dcterms:W3CDTF">2026-02-04T16:03:00Z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0x010100F9EB0E86D1DEC04A8F990B6E4BB82CBF</vt:lpwstr>
  </property>
  <property fmtid="{D5CDD505-2E9C-101B-9397-08002B2CF9AE}" pid="3" name="Order">
    <vt:r8>688400</vt:r8>
  </property>
  <property fmtid="{D5CDD505-2E9C-101B-9397-08002B2CF9AE}" pid="4" name="MediaServiceImageTags">
    <vt:lpwstr/>
  </property>
</Properties>
</file>